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0A0"/>
      </w:tblPr>
      <w:tblGrid>
        <w:gridCol w:w="2976"/>
      </w:tblGrid>
      <w:tr w:rsidR="00E37437" w:rsidRPr="00371815" w:rsidTr="004F243C">
        <w:trPr>
          <w:trHeight w:val="1560"/>
        </w:trPr>
        <w:tc>
          <w:tcPr>
            <w:tcW w:w="2976" w:type="dxa"/>
          </w:tcPr>
          <w:p w:rsidR="00E37437" w:rsidRPr="006A6255" w:rsidRDefault="00E37437" w:rsidP="00EF6150">
            <w:pPr>
              <w:pStyle w:val="BodyText"/>
              <w:ind w:right="141"/>
              <w:jc w:val="right"/>
              <w:rPr>
                <w:i w:val="0"/>
                <w:sz w:val="24"/>
              </w:rPr>
            </w:pPr>
            <w:r w:rsidRPr="006A6255">
              <w:rPr>
                <w:i w:val="0"/>
                <w:sz w:val="24"/>
              </w:rPr>
              <w:t xml:space="preserve">Приложение № </w:t>
            </w:r>
            <w:r>
              <w:rPr>
                <w:i w:val="0"/>
                <w:sz w:val="24"/>
              </w:rPr>
              <w:t>5</w:t>
            </w:r>
          </w:p>
          <w:p w:rsidR="00E37437" w:rsidRDefault="00E37437" w:rsidP="00EF6150">
            <w:pPr>
              <w:pStyle w:val="1"/>
              <w:spacing w:line="160" w:lineRule="atLeast"/>
              <w:rPr>
                <w:sz w:val="20"/>
              </w:rPr>
            </w:pPr>
            <w:r>
              <w:rPr>
                <w:sz w:val="20"/>
              </w:rPr>
              <w:t>к решению</w:t>
            </w:r>
            <w:r>
              <w:rPr>
                <w:sz w:val="24"/>
              </w:rPr>
              <w:t xml:space="preserve"> </w:t>
            </w:r>
            <w:r w:rsidRPr="000D4C0D">
              <w:rPr>
                <w:sz w:val="20"/>
              </w:rPr>
              <w:t>Совета</w:t>
            </w:r>
            <w:r>
              <w:rPr>
                <w:sz w:val="20"/>
              </w:rPr>
              <w:t xml:space="preserve"> Аксубае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 xml:space="preserve">ского муниципального района  </w:t>
            </w:r>
          </w:p>
          <w:p w:rsidR="00E37437" w:rsidRPr="00C92A5E" w:rsidRDefault="00E37437" w:rsidP="00EF6150">
            <w:pPr>
              <w:spacing w:after="0" w:line="240" w:lineRule="auto"/>
              <w:ind w:right="-55"/>
              <w:rPr>
                <w:rFonts w:ascii="Times New Roman" w:hAnsi="Times New Roman"/>
                <w:sz w:val="24"/>
                <w:szCs w:val="24"/>
              </w:rPr>
            </w:pPr>
            <w:r w:rsidRPr="00C92A5E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92A5E">
              <w:rPr>
                <w:rFonts w:ascii="Times New Roman" w:hAnsi="Times New Roman"/>
                <w:sz w:val="20"/>
              </w:rPr>
              <w:t xml:space="preserve">от </w:t>
            </w:r>
            <w:r>
              <w:rPr>
                <w:rFonts w:ascii="Times New Roman" w:hAnsi="Times New Roman"/>
                <w:sz w:val="20"/>
              </w:rPr>
              <w:t xml:space="preserve">марта </w:t>
            </w:r>
            <w:r w:rsidRPr="00C92A5E">
              <w:rPr>
                <w:rFonts w:ascii="Times New Roman" w:hAnsi="Times New Roman"/>
                <w:sz w:val="20"/>
              </w:rPr>
              <w:t xml:space="preserve"> 201</w:t>
            </w:r>
            <w:r>
              <w:rPr>
                <w:rFonts w:ascii="Times New Roman" w:hAnsi="Times New Roman"/>
                <w:sz w:val="20"/>
              </w:rPr>
              <w:t>8</w:t>
            </w:r>
            <w:r w:rsidRPr="00C92A5E">
              <w:rPr>
                <w:rFonts w:ascii="Times New Roman" w:hAnsi="Times New Roman"/>
                <w:sz w:val="20"/>
              </w:rPr>
              <w:t xml:space="preserve"> года</w:t>
            </w:r>
          </w:p>
        </w:tc>
      </w:tr>
    </w:tbl>
    <w:p w:rsidR="00E37437" w:rsidRDefault="00E37437" w:rsidP="00D44B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37437" w:rsidRPr="00D44BA9" w:rsidRDefault="00E37437" w:rsidP="00D44BA9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44BA9">
        <w:rPr>
          <w:rFonts w:ascii="Times New Roman" w:hAnsi="Times New Roman"/>
          <w:i/>
          <w:sz w:val="28"/>
          <w:szCs w:val="28"/>
        </w:rPr>
        <w:t>Таблица 1</w:t>
      </w:r>
    </w:p>
    <w:p w:rsidR="00E37437" w:rsidRDefault="00E37437" w:rsidP="004F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7437" w:rsidRDefault="00E37437" w:rsidP="004F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794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</w:t>
      </w:r>
    </w:p>
    <w:p w:rsidR="00E37437" w:rsidRDefault="00E37437" w:rsidP="004F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794">
        <w:rPr>
          <w:rFonts w:ascii="Times New Roman" w:hAnsi="Times New Roman"/>
          <w:sz w:val="28"/>
          <w:szCs w:val="28"/>
        </w:rPr>
        <w:t>(государственным</w:t>
      </w:r>
      <w:r>
        <w:rPr>
          <w:rFonts w:ascii="Times New Roman" w:hAnsi="Times New Roman"/>
          <w:sz w:val="28"/>
          <w:szCs w:val="28"/>
        </w:rPr>
        <w:t xml:space="preserve"> и муниципальным </w:t>
      </w:r>
      <w:r w:rsidRPr="00554794">
        <w:rPr>
          <w:rFonts w:ascii="Times New Roman" w:hAnsi="Times New Roman"/>
          <w:sz w:val="28"/>
          <w:szCs w:val="28"/>
        </w:rPr>
        <w:t xml:space="preserve"> программам </w:t>
      </w:r>
      <w:r>
        <w:rPr>
          <w:rFonts w:ascii="Times New Roman" w:hAnsi="Times New Roman"/>
          <w:sz w:val="28"/>
          <w:szCs w:val="28"/>
        </w:rPr>
        <w:t>Аксубаевского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</w:t>
      </w:r>
      <w:r w:rsidRPr="00554794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 </w:t>
      </w:r>
    </w:p>
    <w:p w:rsidR="00E37437" w:rsidRPr="00554794" w:rsidRDefault="00E37437" w:rsidP="004F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794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Аксубаевского муниципального района</w:t>
      </w:r>
      <w:r w:rsidRPr="00554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554794">
        <w:rPr>
          <w:rFonts w:ascii="Times New Roman" w:hAnsi="Times New Roman"/>
          <w:sz w:val="28"/>
          <w:szCs w:val="28"/>
        </w:rPr>
        <w:t>а 201</w:t>
      </w:r>
      <w:r>
        <w:rPr>
          <w:rFonts w:ascii="Times New Roman" w:hAnsi="Times New Roman"/>
          <w:sz w:val="28"/>
          <w:szCs w:val="28"/>
        </w:rPr>
        <w:t>7</w:t>
      </w:r>
      <w:r w:rsidRPr="00554794">
        <w:rPr>
          <w:rFonts w:ascii="Times New Roman" w:hAnsi="Times New Roman"/>
          <w:sz w:val="28"/>
          <w:szCs w:val="28"/>
        </w:rPr>
        <w:t xml:space="preserve"> год</w:t>
      </w:r>
    </w:p>
    <w:p w:rsidR="00E37437" w:rsidRPr="00183A23" w:rsidRDefault="00E37437" w:rsidP="00183A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7437" w:rsidRPr="00183A23" w:rsidRDefault="00E37437" w:rsidP="00183A23">
      <w:pPr>
        <w:spacing w:after="0" w:line="240" w:lineRule="auto"/>
        <w:ind w:right="-284"/>
        <w:jc w:val="right"/>
        <w:rPr>
          <w:rFonts w:ascii="Times New Roman" w:hAnsi="Times New Roman"/>
          <w:sz w:val="24"/>
          <w:szCs w:val="24"/>
        </w:rPr>
      </w:pPr>
      <w:r w:rsidRPr="00183A23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16" w:type="dxa"/>
        <w:tblInd w:w="-459" w:type="dxa"/>
        <w:tblLook w:val="00A0"/>
      </w:tblPr>
      <w:tblGrid>
        <w:gridCol w:w="4671"/>
        <w:gridCol w:w="1838"/>
        <w:gridCol w:w="1015"/>
        <w:gridCol w:w="516"/>
        <w:gridCol w:w="523"/>
        <w:gridCol w:w="1753"/>
      </w:tblGrid>
      <w:tr w:rsidR="00E37437" w:rsidRPr="00371815" w:rsidTr="00FA0459">
        <w:trPr>
          <w:trHeight w:val="396"/>
          <w:tblHeader/>
        </w:trPr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D8349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4E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37437" w:rsidRPr="00371815" w:rsidTr="00FA0459">
        <w:trPr>
          <w:trHeight w:val="396"/>
          <w:tblHeader/>
        </w:trPr>
        <w:tc>
          <w:tcPr>
            <w:tcW w:w="4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4C4EE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437" w:rsidRPr="004C4EEA" w:rsidRDefault="00E37437" w:rsidP="004C4EEA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437" w:rsidRPr="00371815" w:rsidTr="00821AB2">
        <w:trPr>
          <w:trHeight w:val="569"/>
        </w:trPr>
        <w:tc>
          <w:tcPr>
            <w:tcW w:w="4671" w:type="dxa"/>
            <w:vAlign w:val="bottom"/>
          </w:tcPr>
          <w:p w:rsidR="00E37437" w:rsidRPr="0035490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4900">
              <w:rPr>
                <w:rFonts w:ascii="Times New Roman" w:hAnsi="Times New Roman"/>
                <w:b/>
                <w:color w:val="000000"/>
                <w:lang w:eastAsia="ru-RU"/>
              </w:rPr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1838" w:type="dxa"/>
            <w:vAlign w:val="bottom"/>
          </w:tcPr>
          <w:p w:rsidR="00E37437" w:rsidRPr="0035490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4900">
              <w:rPr>
                <w:rFonts w:ascii="Times New Roman" w:hAnsi="Times New Roman"/>
                <w:b/>
                <w:color w:val="000000"/>
                <w:lang w:eastAsia="ru-RU"/>
              </w:rPr>
              <w:t>01 0 00 0000 0</w:t>
            </w:r>
          </w:p>
        </w:tc>
        <w:tc>
          <w:tcPr>
            <w:tcW w:w="1015" w:type="dxa"/>
            <w:vAlign w:val="bottom"/>
          </w:tcPr>
          <w:p w:rsidR="00E37437" w:rsidRPr="0035490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4900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35490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4900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35490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4900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</w:tcPr>
          <w:p w:rsidR="00E37437" w:rsidRPr="00204EE0" w:rsidRDefault="00E37437" w:rsidP="00204EE0">
            <w:pPr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412,4</w:t>
            </w:r>
          </w:p>
        </w:tc>
      </w:tr>
      <w:tr w:rsidR="00E37437" w:rsidRPr="00371815" w:rsidTr="00821AB2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01 1 00 0000 0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</w:tcPr>
          <w:p w:rsidR="00E37437" w:rsidRPr="00204EE0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412,4</w:t>
            </w:r>
          </w:p>
        </w:tc>
      </w:tr>
      <w:tr w:rsidR="00E37437" w:rsidRPr="00371815" w:rsidTr="00821AB2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Основное мероприятие «Профилактика и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фекционных заболеваний, включая иммун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профилактику»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01 1 02 0000 0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</w:tcPr>
          <w:p w:rsidR="00E37437" w:rsidRPr="00204EE0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412,4</w:t>
            </w:r>
          </w:p>
        </w:tc>
      </w:tr>
      <w:tr w:rsidR="00E37437" w:rsidRPr="00371815" w:rsidTr="00821AB2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465269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ратизации, санитарно-противоэпидемических (профилактических) мероприятий, провод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мых с применением лабораторных методов исследования, в очагах инфекционных забол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ваний, а также на территориях и в помещен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ях, где имеются и сохраняются условия для возникновения или распространения инфекц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онных заболеваний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01 1 02 0211 0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</w:tcPr>
          <w:p w:rsidR="00E37437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</w:p>
          <w:p w:rsidR="00E37437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</w:p>
          <w:p w:rsidR="00E37437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</w:p>
          <w:p w:rsidR="00E37437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</w:p>
          <w:p w:rsidR="00E37437" w:rsidRPr="00204EE0" w:rsidRDefault="00E37437" w:rsidP="00204EE0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412,4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465269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710F7F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01 1 02 0211 0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04EE0" w:rsidRDefault="00E37437" w:rsidP="00204EE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01 1 02 0101 0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204EE0" w:rsidRDefault="00E37437" w:rsidP="00204EE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10F7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838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01 1 02 0101 0</w:t>
            </w:r>
          </w:p>
        </w:tc>
        <w:tc>
          <w:tcPr>
            <w:tcW w:w="1015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523" w:type="dxa"/>
            <w:vAlign w:val="bottom"/>
          </w:tcPr>
          <w:p w:rsidR="00E37437" w:rsidRPr="00710F7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10F7F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753" w:type="dxa"/>
            <w:vAlign w:val="bottom"/>
          </w:tcPr>
          <w:p w:rsidR="00E37437" w:rsidRPr="00710F7F" w:rsidRDefault="00E37437" w:rsidP="00204EE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Муниципальная программа «Развитие о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б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разования в Аксубаевском муниципальном районе на 2016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02 0 00 0000 0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204EE0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458868</w:t>
            </w:r>
          </w:p>
        </w:tc>
      </w:tr>
      <w:tr w:rsidR="00E37437" w:rsidRPr="00371815" w:rsidTr="002F3208">
        <w:trPr>
          <w:trHeight w:val="569"/>
        </w:trPr>
        <w:tc>
          <w:tcPr>
            <w:tcW w:w="4671" w:type="dxa"/>
            <w:vAlign w:val="bottom"/>
          </w:tcPr>
          <w:p w:rsidR="00E37437" w:rsidRPr="0005468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682">
              <w:rPr>
                <w:rFonts w:ascii="Times New Roman" w:hAnsi="Times New Roman"/>
                <w:color w:val="000000"/>
                <w:lang w:eastAsia="ru-RU"/>
              </w:rPr>
              <w:t>Подпрограмма «Развитие дошкольного обр</w:t>
            </w:r>
            <w:r w:rsidRPr="00054682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54682">
              <w:rPr>
                <w:rFonts w:ascii="Times New Roman" w:hAnsi="Times New Roman"/>
                <w:color w:val="000000"/>
                <w:lang w:eastAsia="ru-RU"/>
              </w:rPr>
              <w:t>зования, включая инклюзивное  на 2016 – 2020 годы»</w:t>
            </w:r>
          </w:p>
        </w:tc>
        <w:tc>
          <w:tcPr>
            <w:tcW w:w="1838" w:type="dxa"/>
            <w:vAlign w:val="bottom"/>
          </w:tcPr>
          <w:p w:rsidR="00E37437" w:rsidRPr="0005468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682">
              <w:rPr>
                <w:rFonts w:ascii="Times New Roman" w:hAnsi="Times New Roman"/>
                <w:color w:val="000000"/>
                <w:lang w:eastAsia="ru-RU"/>
              </w:rPr>
              <w:t>02 1 00 0000 0</w:t>
            </w:r>
          </w:p>
        </w:tc>
        <w:tc>
          <w:tcPr>
            <w:tcW w:w="1015" w:type="dxa"/>
            <w:vAlign w:val="bottom"/>
          </w:tcPr>
          <w:p w:rsidR="00E37437" w:rsidRPr="0005468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6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5468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6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5468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6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</w:tcPr>
          <w:p w:rsidR="00E37437" w:rsidRPr="00AE51B9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92587,7</w:t>
            </w:r>
          </w:p>
        </w:tc>
      </w:tr>
      <w:tr w:rsidR="00E37437" w:rsidRPr="00371815" w:rsidTr="002F3208">
        <w:trPr>
          <w:trHeight w:val="569"/>
        </w:trPr>
        <w:tc>
          <w:tcPr>
            <w:tcW w:w="4671" w:type="dxa"/>
            <w:vAlign w:val="bottom"/>
          </w:tcPr>
          <w:p w:rsidR="00E37437" w:rsidRPr="00DE343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госуда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ственных гарантий реализации прав на пол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чение общедоступного и бесплатного дошк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льного образования в муниципальных дошк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льных образовательных организациях»</w:t>
            </w:r>
          </w:p>
        </w:tc>
        <w:tc>
          <w:tcPr>
            <w:tcW w:w="1838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02 1 01 0000 0</w:t>
            </w:r>
          </w:p>
        </w:tc>
        <w:tc>
          <w:tcPr>
            <w:tcW w:w="1015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</w:tcPr>
          <w:p w:rsidR="00E37437" w:rsidRPr="00AE51B9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34371,3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E343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Обеспечение государственных гарантий ре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лизации прав на получение общедоступного и бесплатного дошкольного образования в м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DE3438">
              <w:rPr>
                <w:rFonts w:ascii="Times New Roman" w:hAnsi="Times New Roman"/>
                <w:color w:val="000000"/>
                <w:lang w:eastAsia="ru-RU"/>
              </w:rPr>
              <w:t>ниципальных дошкольных образовательных организациях</w:t>
            </w:r>
          </w:p>
        </w:tc>
        <w:tc>
          <w:tcPr>
            <w:tcW w:w="1838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02 1 01 2537 0</w:t>
            </w:r>
          </w:p>
        </w:tc>
        <w:tc>
          <w:tcPr>
            <w:tcW w:w="1015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E343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343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E3438" w:rsidRDefault="00E37437" w:rsidP="001C28E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34371,3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67EC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A67EC9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67EC9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A67EC9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67EC9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02 1 01 2537 0</w:t>
            </w:r>
          </w:p>
        </w:tc>
        <w:tc>
          <w:tcPr>
            <w:tcW w:w="1015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67EC9" w:rsidRDefault="00E37437" w:rsidP="001C28E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34371,3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02 1 01 2537 0</w:t>
            </w:r>
          </w:p>
        </w:tc>
        <w:tc>
          <w:tcPr>
            <w:tcW w:w="1015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A67EC9" w:rsidRDefault="00E37437" w:rsidP="001C28E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34371,3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838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02 1 01 2537 0</w:t>
            </w:r>
          </w:p>
        </w:tc>
        <w:tc>
          <w:tcPr>
            <w:tcW w:w="1015" w:type="dxa"/>
            <w:vAlign w:val="bottom"/>
          </w:tcPr>
          <w:p w:rsidR="00E37437" w:rsidRPr="00A67EC9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67EC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7EC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A67EC9" w:rsidRDefault="00E37437" w:rsidP="001C28E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34371,3</w:t>
            </w:r>
          </w:p>
        </w:tc>
      </w:tr>
      <w:tr w:rsidR="00E37437" w:rsidRPr="00371815" w:rsidTr="00D1087B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76068">
              <w:rPr>
                <w:rFonts w:ascii="Times New Roman" w:hAnsi="Times New Roman"/>
                <w:lang w:eastAsia="ru-RU"/>
              </w:rPr>
              <w:t>Основное мероприятие Реализация дошкол</w:t>
            </w:r>
            <w:r w:rsidRPr="00A76068">
              <w:rPr>
                <w:rFonts w:ascii="Times New Roman" w:hAnsi="Times New Roman"/>
                <w:lang w:eastAsia="ru-RU"/>
              </w:rPr>
              <w:t>ь</w:t>
            </w:r>
            <w:r w:rsidRPr="00A76068">
              <w:rPr>
                <w:rFonts w:ascii="Times New Roman" w:hAnsi="Times New Roman"/>
                <w:lang w:eastAsia="ru-RU"/>
              </w:rPr>
              <w:t>ного образования</w:t>
            </w:r>
          </w:p>
        </w:tc>
        <w:tc>
          <w:tcPr>
            <w:tcW w:w="1838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02 1 03 0000 0</w:t>
            </w:r>
          </w:p>
        </w:tc>
        <w:tc>
          <w:tcPr>
            <w:tcW w:w="1015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</w:tcPr>
          <w:p w:rsidR="00E37437" w:rsidRPr="001C28E3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58199</w:t>
            </w:r>
          </w:p>
        </w:tc>
      </w:tr>
      <w:tr w:rsidR="00E37437" w:rsidRPr="00371815" w:rsidTr="00D1087B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A76068">
              <w:rPr>
                <w:rFonts w:ascii="Times New Roman" w:hAnsi="Times New Roman"/>
              </w:rPr>
              <w:t>Развитие дошкольных образовательных орг</w:t>
            </w:r>
            <w:r w:rsidRPr="00A76068">
              <w:rPr>
                <w:rFonts w:ascii="Times New Roman" w:hAnsi="Times New Roman"/>
              </w:rPr>
              <w:t>а</w:t>
            </w:r>
            <w:r w:rsidRPr="00A76068">
              <w:rPr>
                <w:rFonts w:ascii="Times New Roman" w:hAnsi="Times New Roman"/>
              </w:rPr>
              <w:t>низаций</w:t>
            </w:r>
          </w:p>
        </w:tc>
        <w:tc>
          <w:tcPr>
            <w:tcW w:w="1838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02 1 03 4200 0</w:t>
            </w:r>
          </w:p>
        </w:tc>
        <w:tc>
          <w:tcPr>
            <w:tcW w:w="1015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</w:tcPr>
          <w:p w:rsidR="00E37437" w:rsidRPr="001C28E3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58199</w:t>
            </w:r>
          </w:p>
        </w:tc>
      </w:tr>
      <w:tr w:rsidR="00E37437" w:rsidRPr="00371815" w:rsidTr="00907C9E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A76068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76068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A76068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76068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02 1 03 4200 0</w:t>
            </w:r>
          </w:p>
        </w:tc>
        <w:tc>
          <w:tcPr>
            <w:tcW w:w="1015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</w:tcPr>
          <w:p w:rsidR="00E37437" w:rsidRPr="001C28E3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58199</w:t>
            </w:r>
          </w:p>
        </w:tc>
      </w:tr>
      <w:tr w:rsidR="00E37437" w:rsidRPr="00371815" w:rsidTr="00907C9E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02 1 03 4200 0</w:t>
            </w:r>
          </w:p>
        </w:tc>
        <w:tc>
          <w:tcPr>
            <w:tcW w:w="1015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</w:tcPr>
          <w:p w:rsidR="00E37437" w:rsidRPr="001C28E3" w:rsidRDefault="00E37437" w:rsidP="00A450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838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02 1 03 4200 0</w:t>
            </w:r>
          </w:p>
        </w:tc>
        <w:tc>
          <w:tcPr>
            <w:tcW w:w="1015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7606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A76068" w:rsidRDefault="00E37437" w:rsidP="00735E3E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58199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72BB8" w:rsidRDefault="00E37437" w:rsidP="004F1F0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F72BB8">
              <w:rPr>
                <w:rFonts w:ascii="Times New Roman" w:hAnsi="Times New Roman"/>
                <w:color w:val="000000"/>
              </w:rPr>
              <w:t>Мероприятия в области образования, напра</w:t>
            </w:r>
            <w:r w:rsidRPr="00F72BB8">
              <w:rPr>
                <w:rFonts w:ascii="Times New Roman" w:hAnsi="Times New Roman"/>
                <w:color w:val="000000"/>
              </w:rPr>
              <w:t>в</w:t>
            </w:r>
            <w:r w:rsidRPr="00F72BB8">
              <w:rPr>
                <w:rFonts w:ascii="Times New Roman" w:hAnsi="Times New Roman"/>
                <w:color w:val="000000"/>
              </w:rPr>
              <w:t>ленные на поддержку молодых специалистов в дошкольных образовательных организациях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02 1 04 4362 5</w:t>
            </w:r>
          </w:p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735E3E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72BB8" w:rsidRDefault="00E37437" w:rsidP="004F1F0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F72BB8">
              <w:rPr>
                <w:rFonts w:ascii="Times New Roman" w:hAnsi="Times New Roman"/>
                <w:color w:val="000000"/>
              </w:rPr>
              <w:t>Предоставление субсидий бюджетным, авт</w:t>
            </w:r>
            <w:r w:rsidRPr="00F72BB8">
              <w:rPr>
                <w:rFonts w:ascii="Times New Roman" w:hAnsi="Times New Roman"/>
                <w:color w:val="000000"/>
              </w:rPr>
              <w:t>о</w:t>
            </w:r>
            <w:r w:rsidRPr="00F72BB8">
              <w:rPr>
                <w:rFonts w:ascii="Times New Roman" w:hAnsi="Times New Roman"/>
                <w:color w:val="000000"/>
              </w:rPr>
              <w:t>номным учреждениям и иным некоммерч</w:t>
            </w:r>
            <w:r w:rsidRPr="00F72BB8">
              <w:rPr>
                <w:rFonts w:ascii="Times New Roman" w:hAnsi="Times New Roman"/>
                <w:color w:val="000000"/>
              </w:rPr>
              <w:t>е</w:t>
            </w:r>
            <w:r w:rsidRPr="00F72BB8">
              <w:rPr>
                <w:rFonts w:ascii="Times New Roman" w:hAnsi="Times New Roman"/>
                <w:color w:val="000000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02 1 04 4362 5</w:t>
            </w:r>
          </w:p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735E3E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02 1 04 4362 5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735E3E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76068">
              <w:rPr>
                <w:rFonts w:ascii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02 1 04 4362 5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76068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735E3E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Подпрограмма «Развитие общего образования, включая инклюзивное на 2016 – 2020 годы»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02 2 00 0000 0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E3ED0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317873,8</w:t>
            </w:r>
          </w:p>
        </w:tc>
      </w:tr>
      <w:tr w:rsidR="00E37437" w:rsidRPr="00371815" w:rsidTr="00F1661D">
        <w:trPr>
          <w:trHeight w:val="569"/>
        </w:trPr>
        <w:tc>
          <w:tcPr>
            <w:tcW w:w="4671" w:type="dxa"/>
          </w:tcPr>
          <w:p w:rsidR="00E37437" w:rsidRPr="00817B00" w:rsidRDefault="00E37437" w:rsidP="004F1F03">
            <w:pPr>
              <w:rPr>
                <w:rFonts w:ascii="Times New Roman" w:hAnsi="Times New Roman"/>
                <w:color w:val="000000"/>
              </w:rPr>
            </w:pPr>
            <w:r w:rsidRPr="00817B00">
              <w:rPr>
                <w:rFonts w:ascii="Times New Roman" w:hAnsi="Times New Roman"/>
                <w:color w:val="000000"/>
              </w:rPr>
              <w:t>Мероприятия в области образования, напра</w:t>
            </w:r>
            <w:r w:rsidRPr="00817B00">
              <w:rPr>
                <w:rFonts w:ascii="Times New Roman" w:hAnsi="Times New Roman"/>
                <w:color w:val="000000"/>
              </w:rPr>
              <w:t>в</w:t>
            </w:r>
            <w:r w:rsidRPr="00817B00">
              <w:rPr>
                <w:rFonts w:ascii="Times New Roman" w:hAnsi="Times New Roman"/>
                <w:color w:val="000000"/>
              </w:rPr>
              <w:t>ленные на поддержку молодых специалистов в общеобразовательных организациях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02 2 01 4362 4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98,5</w:t>
            </w:r>
          </w:p>
        </w:tc>
      </w:tr>
      <w:tr w:rsidR="00E37437" w:rsidRPr="00371815" w:rsidTr="00F1661D">
        <w:trPr>
          <w:trHeight w:val="569"/>
        </w:trPr>
        <w:tc>
          <w:tcPr>
            <w:tcW w:w="4671" w:type="dxa"/>
          </w:tcPr>
          <w:p w:rsidR="00E37437" w:rsidRPr="00817B00" w:rsidRDefault="00E37437" w:rsidP="004F1F03">
            <w:pPr>
              <w:rPr>
                <w:rFonts w:ascii="Times New Roman" w:hAnsi="Times New Roman"/>
                <w:color w:val="000000"/>
              </w:rPr>
            </w:pPr>
            <w:r w:rsidRPr="00817B00">
              <w:rPr>
                <w:rFonts w:ascii="Times New Roman" w:hAnsi="Times New Roman"/>
                <w:color w:val="000000"/>
              </w:rPr>
              <w:t>Предоставление субсидий бюджетным, авт</w:t>
            </w:r>
            <w:r w:rsidRPr="00817B00">
              <w:rPr>
                <w:rFonts w:ascii="Times New Roman" w:hAnsi="Times New Roman"/>
                <w:color w:val="000000"/>
              </w:rPr>
              <w:t>о</w:t>
            </w:r>
            <w:r w:rsidRPr="00817B00">
              <w:rPr>
                <w:rFonts w:ascii="Times New Roman" w:hAnsi="Times New Roman"/>
                <w:color w:val="000000"/>
              </w:rPr>
              <w:t>номным учреждениям и иным некоммерч</w:t>
            </w:r>
            <w:r w:rsidRPr="00817B00">
              <w:rPr>
                <w:rFonts w:ascii="Times New Roman" w:hAnsi="Times New Roman"/>
                <w:color w:val="000000"/>
              </w:rPr>
              <w:t>е</w:t>
            </w:r>
            <w:r w:rsidRPr="00817B00">
              <w:rPr>
                <w:rFonts w:ascii="Times New Roman" w:hAnsi="Times New Roman"/>
                <w:color w:val="000000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02 2 01 4362 4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02 2 01 4362 4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D792B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02 2 01 4362 4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Основное мероприятие «Реализация общего образования в государственных образовател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ных организациях»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02 2 02 0000 0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E3ED0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156041,8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02 2 02 4210 0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E3ED0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156041,8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4E3ED0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02 2 02 4210 0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E3ED0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156041,8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E3ED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02 2 02 4210 0</w:t>
            </w:r>
          </w:p>
        </w:tc>
        <w:tc>
          <w:tcPr>
            <w:tcW w:w="1015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4E3ED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3ED0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4E3ED0" w:rsidRDefault="00E37437" w:rsidP="00D865E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156041,8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D792B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838" w:type="dxa"/>
            <w:vAlign w:val="bottom"/>
          </w:tcPr>
          <w:p w:rsidR="00E37437" w:rsidRPr="002D792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02 2 02 4210 0</w:t>
            </w:r>
          </w:p>
        </w:tc>
        <w:tc>
          <w:tcPr>
            <w:tcW w:w="1015" w:type="dxa"/>
            <w:vAlign w:val="bottom"/>
          </w:tcPr>
          <w:p w:rsidR="00E37437" w:rsidRPr="002D792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2D792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2D792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D792B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2D792B" w:rsidRDefault="00E37437" w:rsidP="00D43EE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156041,8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212C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госуда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ственных гарантий реализации прав на пол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чение общедоступного и бесплатного общ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доступного и бесплатного дошкольного, н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чального общего, основного общего, среднего общего образования в муниципальных общ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образовательных организациях, обеспечение дополнительного образования детей в мун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ципальных общеобразовательных организац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ях»</w:t>
            </w:r>
          </w:p>
        </w:tc>
        <w:tc>
          <w:tcPr>
            <w:tcW w:w="1838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02 2 08 0000 0</w:t>
            </w:r>
          </w:p>
        </w:tc>
        <w:tc>
          <w:tcPr>
            <w:tcW w:w="1015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212CE" w:rsidRDefault="00E37437" w:rsidP="00D43EE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160052,1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212C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Обеспечение государственных гарантий ре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лизации прав на получение общедоступного и бесплатного дошкольного, начального общего, основного общего, среднего общего образов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ния в муниципальных общеобразовательных организациях, обеспечение дополнительного образования детей в муниципальных общео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б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разовательных организациях</w:t>
            </w:r>
          </w:p>
        </w:tc>
        <w:tc>
          <w:tcPr>
            <w:tcW w:w="1838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02 2 08 2528 0</w:t>
            </w:r>
          </w:p>
        </w:tc>
        <w:tc>
          <w:tcPr>
            <w:tcW w:w="1015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212C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156102,3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212C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212CE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02 2 08 2528 0</w:t>
            </w:r>
          </w:p>
        </w:tc>
        <w:tc>
          <w:tcPr>
            <w:tcW w:w="1015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212C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156102,3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212C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02 2 08 2528 0</w:t>
            </w:r>
          </w:p>
        </w:tc>
        <w:tc>
          <w:tcPr>
            <w:tcW w:w="1015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212C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156102,3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212C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838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02 2 08 2528 0</w:t>
            </w:r>
          </w:p>
        </w:tc>
        <w:tc>
          <w:tcPr>
            <w:tcW w:w="1015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212C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12CE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E212C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156102,3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02 2 08 2530 2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144E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02 2 08 2530 2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144E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02 2 08 2530 2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A144E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02 2 08 2530 2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A144E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62A5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2A50">
              <w:rPr>
                <w:rFonts w:ascii="Times New Roman" w:hAnsi="Times New Roman"/>
              </w:rPr>
              <w:t>Реализация государственных функций по и</w:t>
            </w:r>
            <w:r w:rsidRPr="00062A50">
              <w:rPr>
                <w:rFonts w:ascii="Times New Roman" w:hAnsi="Times New Roman"/>
              </w:rPr>
              <w:t>н</w:t>
            </w:r>
            <w:r w:rsidRPr="00062A50">
              <w:rPr>
                <w:rFonts w:ascii="Times New Roman" w:hAnsi="Times New Roman"/>
              </w:rPr>
              <w:t>формационному обеспечению учреждений о</w:t>
            </w:r>
            <w:r w:rsidRPr="00062A50">
              <w:rPr>
                <w:rFonts w:ascii="Times New Roman" w:hAnsi="Times New Roman"/>
              </w:rPr>
              <w:t>б</w:t>
            </w:r>
            <w:r w:rsidRPr="00062A50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02 2 08 2530 1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A144E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3695,3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02 2 08 2530 1</w:t>
            </w:r>
          </w:p>
        </w:tc>
        <w:tc>
          <w:tcPr>
            <w:tcW w:w="1015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3615,3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 xml:space="preserve">02 2 08 2530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3615,3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 xml:space="preserve">02 2 08 2530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3615,3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E8153E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E8153E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 xml:space="preserve">02 2 08 2530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A144E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 xml:space="preserve">02 2 08 2530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 xml:space="preserve">02 2 08 2530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E8153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41F06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41F06">
              <w:rPr>
                <w:rFonts w:ascii="Times New Roman" w:hAnsi="Times New Roman"/>
                <w:color w:val="000000"/>
              </w:rPr>
              <w:t>Мероприятия, направленные на развитие обр</w:t>
            </w:r>
            <w:r w:rsidRPr="00941F06">
              <w:rPr>
                <w:rFonts w:ascii="Times New Roman" w:hAnsi="Times New Roman"/>
                <w:color w:val="000000"/>
              </w:rPr>
              <w:t>а</w:t>
            </w:r>
            <w:r w:rsidRPr="00941F06">
              <w:rPr>
                <w:rFonts w:ascii="Times New Roman" w:hAnsi="Times New Roman"/>
                <w:color w:val="000000"/>
              </w:rPr>
              <w:t>зования в Республике Татарстан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1429D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1681,4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144E8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1429D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807,2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1429D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807,2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Default="00E37437" w:rsidP="001429D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807,2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874,2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874,2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02 2 09 2111 0</w:t>
            </w:r>
          </w:p>
        </w:tc>
        <w:tc>
          <w:tcPr>
            <w:tcW w:w="1015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220C2E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874,2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20C2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20C2E">
              <w:rPr>
                <w:rFonts w:ascii="Times New Roman" w:hAnsi="Times New Roman"/>
                <w:color w:val="000000"/>
                <w:lang w:eastAsia="ru-RU"/>
              </w:rPr>
              <w:t>Подпрограмма «Развитие дополнительного образования на 2016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220C2E">
              <w:rPr>
                <w:rFonts w:ascii="Times New Roman" w:hAnsi="Times New Roman"/>
                <w:color w:val="000000"/>
                <w:lang w:eastAsia="ru-RU"/>
              </w:rPr>
              <w:t xml:space="preserve"> 2020 годы»</w:t>
            </w:r>
          </w:p>
        </w:tc>
        <w:tc>
          <w:tcPr>
            <w:tcW w:w="1838" w:type="dxa"/>
            <w:vAlign w:val="bottom"/>
          </w:tcPr>
          <w:p w:rsidR="00E37437" w:rsidRPr="00220C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0C2E">
              <w:rPr>
                <w:rFonts w:ascii="Times New Roman" w:hAnsi="Times New Roman"/>
                <w:color w:val="000000"/>
                <w:lang w:eastAsia="ru-RU"/>
              </w:rPr>
              <w:t>02 3 00 0000 0</w:t>
            </w:r>
          </w:p>
        </w:tc>
        <w:tc>
          <w:tcPr>
            <w:tcW w:w="1015" w:type="dxa"/>
            <w:vAlign w:val="bottom"/>
          </w:tcPr>
          <w:p w:rsidR="00E37437" w:rsidRPr="00220C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0C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220C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0C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220C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0C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220C2E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40786,4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A5DB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A5DBF">
              <w:rPr>
                <w:rFonts w:ascii="Times New Roman" w:hAnsi="Times New Roman"/>
                <w:color w:val="000000"/>
                <w:lang w:eastAsia="ru-RU"/>
              </w:rPr>
              <w:t>Основное мероприятие «Организация предо</w:t>
            </w:r>
            <w:r w:rsidRPr="004A5D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4A5DBF">
              <w:rPr>
                <w:rFonts w:ascii="Times New Roman" w:hAnsi="Times New Roman"/>
                <w:color w:val="000000"/>
                <w:lang w:eastAsia="ru-RU"/>
              </w:rPr>
              <w:t>тавления дополнительного образования детей в муниципальных организациях»</w:t>
            </w:r>
          </w:p>
        </w:tc>
        <w:tc>
          <w:tcPr>
            <w:tcW w:w="1838" w:type="dxa"/>
            <w:vAlign w:val="bottom"/>
          </w:tcPr>
          <w:p w:rsidR="00E37437" w:rsidRPr="004A5DB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A5DBF">
              <w:rPr>
                <w:rFonts w:ascii="Times New Roman" w:hAnsi="Times New Roman"/>
                <w:color w:val="000000"/>
                <w:lang w:eastAsia="ru-RU"/>
              </w:rPr>
              <w:t>02 3 01 0000 0</w:t>
            </w:r>
          </w:p>
        </w:tc>
        <w:tc>
          <w:tcPr>
            <w:tcW w:w="1015" w:type="dxa"/>
            <w:vAlign w:val="bottom"/>
          </w:tcPr>
          <w:p w:rsidR="00E37437" w:rsidRPr="004A5DB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A5DB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A5DB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A5DB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A5DB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A5DB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A5DBF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40744,9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E11B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Развитие многопрофильных организаций д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полнительного образования, реализующих д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полнительные общеобразовательные програ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мы</w:t>
            </w:r>
          </w:p>
        </w:tc>
        <w:tc>
          <w:tcPr>
            <w:tcW w:w="1838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02 3 01 4231 0</w:t>
            </w:r>
          </w:p>
        </w:tc>
        <w:tc>
          <w:tcPr>
            <w:tcW w:w="1015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E11B4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12212,1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E11B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E11B4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02 3 01 4231 0</w:t>
            </w:r>
          </w:p>
        </w:tc>
        <w:tc>
          <w:tcPr>
            <w:tcW w:w="1015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E11B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11B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E11B4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12212,1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775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02 3 01 4231 0</w:t>
            </w:r>
          </w:p>
        </w:tc>
        <w:tc>
          <w:tcPr>
            <w:tcW w:w="1015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77526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12212,1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775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02 3 01 4231 0</w:t>
            </w:r>
          </w:p>
        </w:tc>
        <w:tc>
          <w:tcPr>
            <w:tcW w:w="1015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775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7526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53" w:type="dxa"/>
            <w:vAlign w:val="bottom"/>
          </w:tcPr>
          <w:p w:rsidR="00E37437" w:rsidRPr="00E77526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12212,1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Развитие организаций дополнительного обр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зования художественно-эстетической напра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в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ленности, реализующих дополнительные о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б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щеобразовательные программы</w:t>
            </w:r>
          </w:p>
        </w:tc>
        <w:tc>
          <w:tcPr>
            <w:tcW w:w="1838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02 3 01 4232 0</w:t>
            </w:r>
          </w:p>
        </w:tc>
        <w:tc>
          <w:tcPr>
            <w:tcW w:w="1015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33796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12075,8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33796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02 3 01 4232 0</w:t>
            </w:r>
          </w:p>
        </w:tc>
        <w:tc>
          <w:tcPr>
            <w:tcW w:w="1015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33796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3379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33796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12075,8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02 3 01 4232 0</w:t>
            </w:r>
          </w:p>
        </w:tc>
        <w:tc>
          <w:tcPr>
            <w:tcW w:w="1015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7849B3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12075,8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02 3 01 4232 0</w:t>
            </w:r>
          </w:p>
        </w:tc>
        <w:tc>
          <w:tcPr>
            <w:tcW w:w="1015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7849B3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849B3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53" w:type="dxa"/>
            <w:vAlign w:val="bottom"/>
          </w:tcPr>
          <w:p w:rsidR="00E37437" w:rsidRPr="007849B3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12075,8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Развитие организаций спортивной направле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ности (ДЮСШ), реализующих дополнител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ные общеобразовательные программы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02 3 01 4233 0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C59C1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16457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C59C1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02 3 01 4233 0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C59C1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16457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02 3 01 4233 0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C59C1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16457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02 3 01 4233 0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53" w:type="dxa"/>
            <w:vAlign w:val="bottom"/>
          </w:tcPr>
          <w:p w:rsidR="00E37437" w:rsidRPr="00FC59C1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16457</w:t>
            </w:r>
          </w:p>
        </w:tc>
      </w:tr>
      <w:tr w:rsidR="00E37437" w:rsidRPr="00371815" w:rsidTr="00DE565D">
        <w:trPr>
          <w:trHeight w:val="569"/>
        </w:trPr>
        <w:tc>
          <w:tcPr>
            <w:tcW w:w="4671" w:type="dxa"/>
          </w:tcPr>
          <w:p w:rsidR="00E37437" w:rsidRPr="0040061A" w:rsidRDefault="00E37437" w:rsidP="004F1F03">
            <w:pPr>
              <w:rPr>
                <w:rFonts w:ascii="Times New Roman" w:hAnsi="Times New Roman"/>
              </w:rPr>
            </w:pPr>
            <w:r w:rsidRPr="0040061A">
              <w:rPr>
                <w:rFonts w:ascii="Times New Roman" w:hAnsi="Times New Roman"/>
              </w:rPr>
              <w:t>Мероприятия в области образования, напра</w:t>
            </w:r>
            <w:r w:rsidRPr="0040061A">
              <w:rPr>
                <w:rFonts w:ascii="Times New Roman" w:hAnsi="Times New Roman"/>
              </w:rPr>
              <w:t>в</w:t>
            </w:r>
            <w:r w:rsidRPr="0040061A">
              <w:rPr>
                <w:rFonts w:ascii="Times New Roman" w:hAnsi="Times New Roman"/>
              </w:rPr>
              <w:t>ленные на поддержку молодых специалистов в организациях дополнительного образования художественно-эстетической направленности (ДШИ)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02 3 04 4362 2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28,5</w:t>
            </w:r>
          </w:p>
        </w:tc>
      </w:tr>
      <w:tr w:rsidR="00E37437" w:rsidRPr="00371815" w:rsidTr="00DE565D">
        <w:trPr>
          <w:trHeight w:val="569"/>
        </w:trPr>
        <w:tc>
          <w:tcPr>
            <w:tcW w:w="4671" w:type="dxa"/>
          </w:tcPr>
          <w:p w:rsidR="00E37437" w:rsidRPr="0040061A" w:rsidRDefault="00E37437" w:rsidP="004F1F03">
            <w:pPr>
              <w:rPr>
                <w:rFonts w:ascii="Times New Roman" w:hAnsi="Times New Roman"/>
              </w:rPr>
            </w:pPr>
            <w:r w:rsidRPr="0040061A">
              <w:rPr>
                <w:rFonts w:ascii="Times New Roman" w:hAnsi="Times New Roman"/>
              </w:rPr>
              <w:t>Предоставление субсидий бюджетным, авт</w:t>
            </w:r>
            <w:r w:rsidRPr="0040061A">
              <w:rPr>
                <w:rFonts w:ascii="Times New Roman" w:hAnsi="Times New Roman"/>
              </w:rPr>
              <w:t>о</w:t>
            </w:r>
            <w:r w:rsidRPr="0040061A">
              <w:rPr>
                <w:rFonts w:ascii="Times New Roman" w:hAnsi="Times New Roman"/>
              </w:rPr>
              <w:t>номным учреждениям и иным некоммерч</w:t>
            </w:r>
            <w:r w:rsidRPr="0040061A">
              <w:rPr>
                <w:rFonts w:ascii="Times New Roman" w:hAnsi="Times New Roman"/>
              </w:rPr>
              <w:t>е</w:t>
            </w:r>
            <w:r w:rsidRPr="0040061A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02 3 04 4362 2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02 3 04 4362 2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02 3 04 4362 2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28,5</w:t>
            </w:r>
          </w:p>
        </w:tc>
      </w:tr>
      <w:tr w:rsidR="00E37437" w:rsidRPr="00371815" w:rsidTr="0081152B">
        <w:trPr>
          <w:trHeight w:val="569"/>
        </w:trPr>
        <w:tc>
          <w:tcPr>
            <w:tcW w:w="4671" w:type="dxa"/>
          </w:tcPr>
          <w:p w:rsidR="00E37437" w:rsidRPr="00094C58" w:rsidRDefault="00E37437" w:rsidP="004F1F03">
            <w:pPr>
              <w:rPr>
                <w:rFonts w:ascii="Times New Roman" w:hAnsi="Times New Roman"/>
              </w:rPr>
            </w:pPr>
            <w:r w:rsidRPr="00094C58">
              <w:rPr>
                <w:rFonts w:ascii="Times New Roman" w:hAnsi="Times New Roman"/>
              </w:rPr>
              <w:t>Мероприятия в области образования, напра</w:t>
            </w:r>
            <w:r w:rsidRPr="00094C58">
              <w:rPr>
                <w:rFonts w:ascii="Times New Roman" w:hAnsi="Times New Roman"/>
              </w:rPr>
              <w:t>в</w:t>
            </w:r>
            <w:r w:rsidRPr="00094C58">
              <w:rPr>
                <w:rFonts w:ascii="Times New Roman" w:hAnsi="Times New Roman"/>
              </w:rPr>
              <w:t>ленные на поддержку молодых специалистов в организациях дополнительного образования спортивной направленности (ДЮСШ)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02 3 04 4362 3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E83517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</w:tr>
      <w:tr w:rsidR="00E37437" w:rsidRPr="00371815" w:rsidTr="00613FE4">
        <w:trPr>
          <w:trHeight w:val="569"/>
        </w:trPr>
        <w:tc>
          <w:tcPr>
            <w:tcW w:w="4671" w:type="dxa"/>
          </w:tcPr>
          <w:p w:rsidR="00E37437" w:rsidRPr="00094C58" w:rsidRDefault="00E37437" w:rsidP="004F1F03">
            <w:pPr>
              <w:rPr>
                <w:rFonts w:ascii="Times New Roman" w:hAnsi="Times New Roman"/>
              </w:rPr>
            </w:pPr>
            <w:r w:rsidRPr="00094C58">
              <w:rPr>
                <w:rFonts w:ascii="Times New Roman" w:hAnsi="Times New Roman"/>
              </w:rPr>
              <w:t>Предоставление субсидий бюджетным, авт</w:t>
            </w:r>
            <w:r w:rsidRPr="00094C58">
              <w:rPr>
                <w:rFonts w:ascii="Times New Roman" w:hAnsi="Times New Roman"/>
              </w:rPr>
              <w:t>о</w:t>
            </w:r>
            <w:r w:rsidRPr="00094C58">
              <w:rPr>
                <w:rFonts w:ascii="Times New Roman" w:hAnsi="Times New Roman"/>
              </w:rPr>
              <w:t>номным учреждениям и иным некоммерч</w:t>
            </w:r>
            <w:r w:rsidRPr="00094C58">
              <w:rPr>
                <w:rFonts w:ascii="Times New Roman" w:hAnsi="Times New Roman"/>
              </w:rPr>
              <w:t>е</w:t>
            </w:r>
            <w:r w:rsidRPr="00094C58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02 3 04 4362 3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02 3 04 4362 3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02 3 04 4362 3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A7EA0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A7EA0">
              <w:rPr>
                <w:rFonts w:ascii="Times New Roman" w:hAnsi="Times New Roman"/>
                <w:color w:val="000000"/>
                <w:lang w:eastAsia="ru-RU"/>
              </w:rPr>
              <w:t>Подпрограмма "Развитие профессионального и послевузовского образования и повышение квалификации работников данной сферы на 2014 – 2020 годы"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02 4 00 0000 0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9335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93351">
              <w:rPr>
                <w:rFonts w:ascii="Times New Roman" w:hAnsi="Times New Roman"/>
                <w:color w:val="000000"/>
                <w:lang w:eastAsia="ru-RU"/>
              </w:rPr>
              <w:t>Основное мероприятие "Модернизация сист</w:t>
            </w:r>
            <w:r w:rsidRPr="00093351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93351">
              <w:rPr>
                <w:rFonts w:ascii="Times New Roman" w:hAnsi="Times New Roman"/>
                <w:color w:val="000000"/>
                <w:lang w:eastAsia="ru-RU"/>
              </w:rPr>
              <w:t>мы профессионального образования, провед</w:t>
            </w:r>
            <w:r w:rsidRPr="00093351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93351">
              <w:rPr>
                <w:rFonts w:ascii="Times New Roman" w:hAnsi="Times New Roman"/>
                <w:color w:val="000000"/>
                <w:lang w:eastAsia="ru-RU"/>
              </w:rPr>
              <w:t>ние мероприятий в области образования"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02 4 03 0000 0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E79F2" w:rsidRDefault="00E37437" w:rsidP="004F1F0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CE79F2">
              <w:rPr>
                <w:rFonts w:ascii="Times New Roman" w:hAnsi="Times New Roman"/>
                <w:color w:val="000000"/>
              </w:rPr>
              <w:t>Мероприятия, направленные на развитие обр</w:t>
            </w:r>
            <w:r w:rsidRPr="00CE79F2">
              <w:rPr>
                <w:rFonts w:ascii="Times New Roman" w:hAnsi="Times New Roman"/>
                <w:color w:val="000000"/>
              </w:rPr>
              <w:t>а</w:t>
            </w:r>
            <w:r w:rsidRPr="00CE79F2">
              <w:rPr>
                <w:rFonts w:ascii="Times New Roman" w:hAnsi="Times New Roman"/>
                <w:color w:val="000000"/>
              </w:rPr>
              <w:t>зования в Республике Татарстан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02 4 03 2111 0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E79F2" w:rsidRDefault="00E37437" w:rsidP="004F1F0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CE79F2">
              <w:rPr>
                <w:rFonts w:ascii="Times New Roman" w:hAnsi="Times New Roman"/>
              </w:rPr>
              <w:t>Социальное обеспечение и иные выплаты н</w:t>
            </w:r>
            <w:r w:rsidRPr="00CE79F2">
              <w:rPr>
                <w:rFonts w:ascii="Times New Roman" w:hAnsi="Times New Roman"/>
              </w:rPr>
              <w:t>а</w:t>
            </w:r>
            <w:r w:rsidRPr="00CE79F2">
              <w:rPr>
                <w:rFonts w:ascii="Times New Roman" w:hAnsi="Times New Roman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02 4 03 2111 0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02 4 03 2111 0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02 4 03 2111 0</w:t>
            </w:r>
          </w:p>
        </w:tc>
        <w:tc>
          <w:tcPr>
            <w:tcW w:w="1015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Подпрограмма «</w:t>
            </w:r>
            <w:r w:rsidRPr="00460392">
              <w:rPr>
                <w:rFonts w:ascii="Times New Roman" w:hAnsi="Times New Roman"/>
                <w:color w:val="000000"/>
              </w:rPr>
              <w:t>Развитие организаций, осущ</w:t>
            </w:r>
            <w:r w:rsidRPr="00460392">
              <w:rPr>
                <w:rFonts w:ascii="Times New Roman" w:hAnsi="Times New Roman"/>
                <w:color w:val="000000"/>
              </w:rPr>
              <w:t>е</w:t>
            </w:r>
            <w:r w:rsidRPr="00460392">
              <w:rPr>
                <w:rFonts w:ascii="Times New Roman" w:hAnsi="Times New Roman"/>
                <w:color w:val="000000"/>
              </w:rPr>
              <w:t>ствляющих обеспечение образовательной де</w:t>
            </w:r>
            <w:r w:rsidRPr="00460392">
              <w:rPr>
                <w:rFonts w:ascii="Times New Roman" w:hAnsi="Times New Roman"/>
                <w:color w:val="000000"/>
              </w:rPr>
              <w:t>я</w:t>
            </w:r>
            <w:r w:rsidRPr="00460392">
              <w:rPr>
                <w:rFonts w:ascii="Times New Roman" w:hAnsi="Times New Roman"/>
                <w:color w:val="000000"/>
              </w:rPr>
              <w:t>тельности, оценку качества образования</w:t>
            </w:r>
            <w:r w:rsidRPr="00460392">
              <w:rPr>
                <w:rFonts w:ascii="Times New Roman" w:hAnsi="Times New Roman"/>
              </w:rPr>
              <w:t>, пр</w:t>
            </w:r>
            <w:r w:rsidRPr="00460392">
              <w:rPr>
                <w:rFonts w:ascii="Times New Roman" w:hAnsi="Times New Roman"/>
              </w:rPr>
              <w:t>о</w:t>
            </w:r>
            <w:r w:rsidRPr="00460392">
              <w:rPr>
                <w:rFonts w:ascii="Times New Roman" w:hAnsi="Times New Roman"/>
              </w:rPr>
              <w:t>ведения мероприятий в области образования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02 5 00 0000 0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7260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«Разработка и внедр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ние системы оценки качества образования»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02 5 01 0000 0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Проведение мероприятий для детей и молод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жи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144E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144E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329,9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329,9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329,9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C83ECA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421,9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421,9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C83ECA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421,9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494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494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</w:t>
            </w:r>
            <w:r w:rsidRPr="0005449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54494">
              <w:rPr>
                <w:rFonts w:ascii="Times New Roman" w:hAnsi="Times New Roman"/>
                <w:color w:val="000000"/>
                <w:lang w:eastAsia="ru-RU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Pr="000544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494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0544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0544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4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494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02 5 01 4360 0</w:t>
            </w:r>
          </w:p>
        </w:tc>
        <w:tc>
          <w:tcPr>
            <w:tcW w:w="1015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C83ECA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3EC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A1C58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A1C58">
              <w:rPr>
                <w:rFonts w:ascii="Times New Roman" w:hAnsi="Times New Roman"/>
              </w:rPr>
              <w:t>Учебно-методические кабинеты, централиз</w:t>
            </w:r>
            <w:r w:rsidRPr="002A1C58">
              <w:rPr>
                <w:rFonts w:ascii="Times New Roman" w:hAnsi="Times New Roman"/>
              </w:rPr>
              <w:t>о</w:t>
            </w:r>
            <w:r w:rsidRPr="002A1C58">
              <w:rPr>
                <w:rFonts w:ascii="Times New Roman" w:hAnsi="Times New Roman"/>
              </w:rPr>
              <w:t>ванные бухгалтерии, группы хозяйственного обслуживания, учебные фильмотеки, ме</w:t>
            </w:r>
            <w:r w:rsidRPr="002A1C58">
              <w:rPr>
                <w:rFonts w:ascii="Times New Roman" w:hAnsi="Times New Roman"/>
              </w:rPr>
              <w:t>ж</w:t>
            </w:r>
            <w:r w:rsidRPr="002A1C58">
              <w:rPr>
                <w:rFonts w:ascii="Times New Roman" w:hAnsi="Times New Roman"/>
              </w:rPr>
              <w:t>школьные учебно-производственные комбин</w:t>
            </w:r>
            <w:r w:rsidRPr="002A1C58">
              <w:rPr>
                <w:rFonts w:ascii="Times New Roman" w:hAnsi="Times New Roman"/>
              </w:rPr>
              <w:t>а</w:t>
            </w:r>
            <w:r w:rsidRPr="002A1C58">
              <w:rPr>
                <w:rFonts w:ascii="Times New Roman" w:hAnsi="Times New Roman"/>
              </w:rPr>
              <w:t>ты, логопедические пункты</w:t>
            </w:r>
          </w:p>
        </w:tc>
        <w:tc>
          <w:tcPr>
            <w:tcW w:w="1838" w:type="dxa"/>
            <w:vAlign w:val="bottom"/>
          </w:tcPr>
          <w:p w:rsidR="00E37437" w:rsidRPr="002A1C5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1C58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2A1C5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A1C5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A1C5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A1C5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6466,2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61C8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1861C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1861C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861C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1861C8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1861C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5035,6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1861C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5035,6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1861C8" w:rsidRDefault="00E37437" w:rsidP="0046526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1861C8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5035,6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93CCB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E93CCB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E93CCB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93CCB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1422,5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93CCB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93CCB" w:rsidRDefault="00E37437" w:rsidP="004C391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1422,5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93CCB" w:rsidRDefault="00E37437" w:rsidP="00E8351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E93CCB" w:rsidRDefault="00E37437" w:rsidP="009713E5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1422,5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93CC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93CCB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93CCB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8153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153E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02 5 02 4520 0</w:t>
            </w:r>
          </w:p>
        </w:tc>
        <w:tc>
          <w:tcPr>
            <w:tcW w:w="1015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E93CCB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93CCB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E93CCB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Государственная программа «Социальная поддержка граждан Республики Татарстан» на 2014 – 2020 годы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03 0 00 0000 0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9528,8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Подпрограмма «Социальные выплаты» на 2014 – 2020 годы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03 1 00 0000 0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4740,8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06B70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06B70">
              <w:rPr>
                <w:rFonts w:ascii="Times New Roman" w:hAnsi="Times New Roman"/>
              </w:rPr>
              <w:t>Оказание государственной социал</w:t>
            </w:r>
            <w:r w:rsidRPr="00C06B70">
              <w:rPr>
                <w:rFonts w:ascii="Times New Roman" w:hAnsi="Times New Roman"/>
              </w:rPr>
              <w:t>ь</w:t>
            </w:r>
            <w:r w:rsidRPr="00C06B70">
              <w:rPr>
                <w:rFonts w:ascii="Times New Roman" w:hAnsi="Times New Roman"/>
              </w:rPr>
              <w:t>ной(материальной) помощи отдельным кат</w:t>
            </w:r>
            <w:r w:rsidRPr="00C06B70">
              <w:rPr>
                <w:rFonts w:ascii="Times New Roman" w:hAnsi="Times New Roman"/>
              </w:rPr>
              <w:t>е</w:t>
            </w:r>
            <w:r w:rsidRPr="00C06B70">
              <w:rPr>
                <w:rFonts w:ascii="Times New Roman" w:hAnsi="Times New Roman"/>
              </w:rPr>
              <w:t>гориям населения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03 1 01 0553 0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03 1 01 0553 0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03 1 01 0553 0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03 1 01 0553 0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питан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ем обучающихся в образовательных организ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циях»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03 1 02 0000 0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4620,8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Оказание других видов социальной помощи (питание  учащихся)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03 1 02 0551 0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4620,8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03 1 02 0551 0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4620,8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03 1 02 0551 0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4620,8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03 1 02 0551 0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4620,8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Подпрограмма «Улучшение социально-экономического положения семей» на 2015 – 2020 годы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03 5 00 0000 0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4788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системы мер социальной поддержки семей»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03 5 01 0000 0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Компенсация за присмотр и уход за ребенком в образовательных организациях, реализу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ю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щих образовательную программу дошкольн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4062,3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4062,3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03 5 01 1320 0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F52875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4062,3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70478" w:rsidRDefault="00E37437" w:rsidP="00153BF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B70478">
              <w:rPr>
                <w:rFonts w:ascii="Times New Roman" w:hAnsi="Times New Roman"/>
                <w:color w:val="000000"/>
              </w:rPr>
              <w:t>Основное мероприятие «Создание благопр</w:t>
            </w:r>
            <w:r w:rsidRPr="00B70478">
              <w:rPr>
                <w:rFonts w:ascii="Times New Roman" w:hAnsi="Times New Roman"/>
                <w:color w:val="000000"/>
              </w:rPr>
              <w:t>и</w:t>
            </w:r>
            <w:r w:rsidRPr="00B70478">
              <w:rPr>
                <w:rFonts w:ascii="Times New Roman" w:hAnsi="Times New Roman"/>
                <w:color w:val="000000"/>
              </w:rPr>
              <w:t>ятных условий для устройства детей-сирот и детей, оставшихся без попечения родителей, на воспитание в семью»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03 5 03 0000 0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713</w:t>
            </w:r>
          </w:p>
        </w:tc>
      </w:tr>
      <w:tr w:rsidR="00E37437" w:rsidRPr="00371815" w:rsidTr="00E27218">
        <w:trPr>
          <w:trHeight w:val="569"/>
        </w:trPr>
        <w:tc>
          <w:tcPr>
            <w:tcW w:w="4671" w:type="dxa"/>
          </w:tcPr>
          <w:p w:rsidR="00E37437" w:rsidRPr="00B70478" w:rsidRDefault="00E37437" w:rsidP="00153BF3">
            <w:pPr>
              <w:rPr>
                <w:rFonts w:ascii="Times New Roman" w:hAnsi="Times New Roman"/>
                <w:iCs/>
              </w:rPr>
            </w:pPr>
            <w:r w:rsidRPr="00B70478">
              <w:rPr>
                <w:rFonts w:ascii="Times New Roman" w:hAnsi="Times New Roman"/>
              </w:rPr>
              <w:t>Реализация государственных полномочий по деятельности  по опеке и попечительству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713</w:t>
            </w:r>
          </w:p>
        </w:tc>
      </w:tr>
      <w:tr w:rsidR="00E37437" w:rsidRPr="00371815" w:rsidTr="00E27218">
        <w:trPr>
          <w:trHeight w:val="569"/>
        </w:trPr>
        <w:tc>
          <w:tcPr>
            <w:tcW w:w="4671" w:type="dxa"/>
          </w:tcPr>
          <w:p w:rsidR="00E37437" w:rsidRPr="00B70478" w:rsidRDefault="00E37437" w:rsidP="00153BF3">
            <w:pPr>
              <w:rPr>
                <w:rFonts w:ascii="Times New Roman" w:hAnsi="Times New Roman"/>
              </w:rPr>
            </w:pPr>
            <w:r w:rsidRPr="00B70478">
              <w:rPr>
                <w:rFonts w:ascii="Times New Roman" w:hAnsi="Times New Roman"/>
              </w:rPr>
              <w:t>Расходы на выплаты персоналу в целях обе</w:t>
            </w:r>
            <w:r w:rsidRPr="00B70478">
              <w:rPr>
                <w:rFonts w:ascii="Times New Roman" w:hAnsi="Times New Roman"/>
              </w:rPr>
              <w:t>с</w:t>
            </w:r>
            <w:r w:rsidRPr="00B70478">
              <w:rPr>
                <w:rFonts w:ascii="Times New Roman" w:hAnsi="Times New Roman"/>
              </w:rPr>
              <w:t>печения выполнения функций государстве</w:t>
            </w:r>
            <w:r w:rsidRPr="00B70478">
              <w:rPr>
                <w:rFonts w:ascii="Times New Roman" w:hAnsi="Times New Roman"/>
              </w:rPr>
              <w:t>н</w:t>
            </w:r>
            <w:r w:rsidRPr="00B70478">
              <w:rPr>
                <w:rFonts w:ascii="Times New Roman" w:hAnsi="Times New Roman"/>
              </w:rPr>
              <w:t>ными (муниципальными) органами, казенн</w:t>
            </w:r>
            <w:r w:rsidRPr="00B70478">
              <w:rPr>
                <w:rFonts w:ascii="Times New Roman" w:hAnsi="Times New Roman"/>
              </w:rPr>
              <w:t>ы</w:t>
            </w:r>
            <w:r w:rsidRPr="00B70478">
              <w:rPr>
                <w:rFonts w:ascii="Times New Roman" w:hAnsi="Times New Roman"/>
              </w:rPr>
              <w:t>ми учреждениями, органами управления гос</w:t>
            </w:r>
            <w:r w:rsidRPr="00B70478">
              <w:rPr>
                <w:rFonts w:ascii="Times New Roman" w:hAnsi="Times New Roman"/>
              </w:rPr>
              <w:t>у</w:t>
            </w:r>
            <w:r w:rsidRPr="00B70478">
              <w:rPr>
                <w:rFonts w:ascii="Times New Roman" w:hAnsi="Times New Roman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711,9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711,9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711,9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Default="00E37437" w:rsidP="00CB024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1,1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1,1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52875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03 5 03 2533 0</w:t>
            </w:r>
          </w:p>
        </w:tc>
        <w:tc>
          <w:tcPr>
            <w:tcW w:w="1015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52875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1,1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86258A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41326">
              <w:rPr>
                <w:rFonts w:ascii="Times New Roman" w:hAnsi="Times New Roman"/>
                <w:b/>
              </w:rPr>
              <w:t>Муниципальная адресная программа по проведению капитального ремонта мног</w:t>
            </w:r>
            <w:r w:rsidRPr="00341326">
              <w:rPr>
                <w:rFonts w:ascii="Times New Roman" w:hAnsi="Times New Roman"/>
                <w:b/>
              </w:rPr>
              <w:t>о</w:t>
            </w:r>
            <w:r w:rsidRPr="00341326">
              <w:rPr>
                <w:rFonts w:ascii="Times New Roman" w:hAnsi="Times New Roman"/>
                <w:b/>
              </w:rPr>
              <w:t>квартирных домов на 201</w:t>
            </w:r>
            <w:r>
              <w:rPr>
                <w:rFonts w:ascii="Times New Roman" w:hAnsi="Times New Roman"/>
                <w:b/>
              </w:rPr>
              <w:t xml:space="preserve">7 </w:t>
            </w:r>
            <w:r w:rsidRPr="00341326">
              <w:rPr>
                <w:rFonts w:ascii="Times New Roman" w:hAnsi="Times New Roman"/>
                <w:b/>
              </w:rPr>
              <w:t>год</w:t>
            </w:r>
            <w:r>
              <w:rPr>
                <w:rFonts w:ascii="Times New Roman" w:hAnsi="Times New Roman"/>
                <w:b/>
              </w:rPr>
              <w:t xml:space="preserve"> в </w:t>
            </w:r>
            <w:r w:rsidRPr="00341326">
              <w:rPr>
                <w:rFonts w:ascii="Times New Roman" w:hAnsi="Times New Roman"/>
                <w:b/>
              </w:rPr>
              <w:t>Аксубае</w:t>
            </w:r>
            <w:r w:rsidRPr="00341326">
              <w:rPr>
                <w:rFonts w:ascii="Times New Roman" w:hAnsi="Times New Roman"/>
                <w:b/>
              </w:rPr>
              <w:t>в</w:t>
            </w:r>
            <w:r w:rsidRPr="00341326">
              <w:rPr>
                <w:rFonts w:ascii="Times New Roman" w:hAnsi="Times New Roman"/>
                <w:b/>
              </w:rPr>
              <w:t>ском муниципальном районе</w:t>
            </w:r>
          </w:p>
        </w:tc>
        <w:tc>
          <w:tcPr>
            <w:tcW w:w="1838" w:type="dxa"/>
            <w:vAlign w:val="bottom"/>
          </w:tcPr>
          <w:p w:rsidR="00E37437" w:rsidRPr="00341326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04 0 00 0000 0</w:t>
            </w:r>
          </w:p>
        </w:tc>
        <w:tc>
          <w:tcPr>
            <w:tcW w:w="1015" w:type="dxa"/>
            <w:vAlign w:val="bottom"/>
          </w:tcPr>
          <w:p w:rsidR="00E37437" w:rsidRPr="003413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3413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3413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341326" w:rsidRDefault="00E37437" w:rsidP="00FD542C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1289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D02C18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02C18">
              <w:rPr>
                <w:rFonts w:ascii="Times New Roman" w:hAnsi="Times New Roman"/>
                <w:color w:val="000000"/>
              </w:rPr>
              <w:t>Основное мероприятие «Организация сво</w:t>
            </w:r>
            <w:r w:rsidRPr="00D02C18">
              <w:rPr>
                <w:rFonts w:ascii="Times New Roman" w:hAnsi="Times New Roman"/>
                <w:color w:val="000000"/>
              </w:rPr>
              <w:t>е</w:t>
            </w:r>
            <w:r w:rsidRPr="00D02C18">
              <w:rPr>
                <w:rFonts w:ascii="Times New Roman" w:hAnsi="Times New Roman"/>
                <w:color w:val="000000"/>
              </w:rPr>
              <w:t>временного проведения капитального ремонта общего имущества в многоквартирных домах»</w:t>
            </w:r>
          </w:p>
        </w:tc>
        <w:tc>
          <w:tcPr>
            <w:tcW w:w="1838" w:type="dxa"/>
            <w:vAlign w:val="bottom"/>
          </w:tcPr>
          <w:p w:rsidR="00E37437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04 5 01 0000 0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1289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826CCF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26CCF">
              <w:rPr>
                <w:rFonts w:ascii="Times New Roman" w:hAnsi="Times New Roman"/>
                <w:color w:val="000000"/>
              </w:rPr>
              <w:t>Мероприятия по капитальному ремонту мн</w:t>
            </w:r>
            <w:r w:rsidRPr="00826CCF">
              <w:rPr>
                <w:rFonts w:ascii="Times New Roman" w:hAnsi="Times New Roman"/>
                <w:color w:val="000000"/>
              </w:rPr>
              <w:t>о</w:t>
            </w:r>
            <w:r w:rsidRPr="00826CCF">
              <w:rPr>
                <w:rFonts w:ascii="Times New Roman" w:hAnsi="Times New Roman"/>
                <w:color w:val="000000"/>
              </w:rPr>
              <w:t>гоквартирных домов</w:t>
            </w:r>
          </w:p>
        </w:tc>
        <w:tc>
          <w:tcPr>
            <w:tcW w:w="1838" w:type="dxa"/>
            <w:vAlign w:val="bottom"/>
          </w:tcPr>
          <w:p w:rsidR="00E37437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04 5 01 9601 0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1289</w:t>
            </w:r>
          </w:p>
        </w:tc>
      </w:tr>
      <w:tr w:rsidR="00E37437" w:rsidRPr="00371815" w:rsidTr="00512051">
        <w:trPr>
          <w:trHeight w:val="569"/>
        </w:trPr>
        <w:tc>
          <w:tcPr>
            <w:tcW w:w="4671" w:type="dxa"/>
            <w:vAlign w:val="bottom"/>
          </w:tcPr>
          <w:p w:rsidR="00E37437" w:rsidRPr="00E94186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4186">
              <w:rPr>
                <w:rFonts w:ascii="Times New Roman" w:hAnsi="Times New Roman"/>
                <w:szCs w:val="24"/>
              </w:rPr>
              <w:t>Предоставление субсидий федеральным бю</w:t>
            </w:r>
            <w:r w:rsidRPr="00E94186">
              <w:rPr>
                <w:rFonts w:ascii="Times New Roman" w:hAnsi="Times New Roman"/>
                <w:szCs w:val="24"/>
              </w:rPr>
              <w:t>д</w:t>
            </w:r>
            <w:r w:rsidRPr="00E94186">
              <w:rPr>
                <w:rFonts w:ascii="Times New Roman" w:hAnsi="Times New Roman"/>
                <w:szCs w:val="24"/>
              </w:rPr>
              <w:t>жетным, автономным учреждениям и иным некоммерческим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04 5 01 9601 0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1289</w:t>
            </w:r>
          </w:p>
        </w:tc>
      </w:tr>
      <w:tr w:rsidR="00E37437" w:rsidRPr="00371815" w:rsidTr="00045677">
        <w:trPr>
          <w:trHeight w:val="569"/>
        </w:trPr>
        <w:tc>
          <w:tcPr>
            <w:tcW w:w="4671" w:type="dxa"/>
          </w:tcPr>
          <w:p w:rsidR="00E37437" w:rsidRPr="00826CCF" w:rsidRDefault="00E37437" w:rsidP="00153B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ЖИЛИЩНО-КОММУНАЛЬНОЕ ХОЗЯЙС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838" w:type="dxa"/>
            <w:vAlign w:val="bottom"/>
          </w:tcPr>
          <w:p w:rsidR="00E37437" w:rsidRPr="00826CCF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04 5 01 9601 0</w:t>
            </w:r>
          </w:p>
        </w:tc>
        <w:tc>
          <w:tcPr>
            <w:tcW w:w="1015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23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826CCF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1289</w:t>
            </w:r>
          </w:p>
        </w:tc>
      </w:tr>
      <w:tr w:rsidR="00E37437" w:rsidRPr="00371815" w:rsidTr="00045677">
        <w:trPr>
          <w:trHeight w:val="569"/>
        </w:trPr>
        <w:tc>
          <w:tcPr>
            <w:tcW w:w="4671" w:type="dxa"/>
          </w:tcPr>
          <w:p w:rsidR="00E37437" w:rsidRPr="00826CCF" w:rsidRDefault="00E37437" w:rsidP="00153BF3">
            <w:pPr>
              <w:rPr>
                <w:rFonts w:ascii="Times New Roman" w:hAnsi="Times New Roman"/>
              </w:rPr>
            </w:pPr>
            <w:r w:rsidRPr="00826CCF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1838" w:type="dxa"/>
            <w:vAlign w:val="bottom"/>
          </w:tcPr>
          <w:p w:rsidR="00E37437" w:rsidRPr="00826CCF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04 5 01 9601 0</w:t>
            </w:r>
          </w:p>
        </w:tc>
        <w:tc>
          <w:tcPr>
            <w:tcW w:w="1015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23" w:type="dxa"/>
            <w:vAlign w:val="bottom"/>
          </w:tcPr>
          <w:p w:rsidR="00E37437" w:rsidRPr="00826CC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826CCF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1289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4F5A20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F5A20">
              <w:rPr>
                <w:rFonts w:ascii="Times New Roman" w:hAnsi="Times New Roman"/>
                <w:b/>
                <w:szCs w:val="24"/>
              </w:rPr>
              <w:t>Комплексная программа по профилактики правонарушений в Аксубаевском муниц</w:t>
            </w:r>
            <w:r w:rsidRPr="004F5A20">
              <w:rPr>
                <w:rFonts w:ascii="Times New Roman" w:hAnsi="Times New Roman"/>
                <w:b/>
                <w:szCs w:val="24"/>
              </w:rPr>
              <w:t>и</w:t>
            </w:r>
            <w:r w:rsidRPr="004F5A20">
              <w:rPr>
                <w:rFonts w:ascii="Times New Roman" w:hAnsi="Times New Roman"/>
                <w:b/>
                <w:szCs w:val="24"/>
              </w:rPr>
              <w:t>пальном районе на 2017-2019 годы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06 0 00 0000 0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E08C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9E08C7">
              <w:rPr>
                <w:rFonts w:ascii="Times New Roman" w:hAnsi="Times New Roman"/>
                <w:b/>
                <w:color w:val="000000"/>
                <w:lang w:eastAsia="ru-RU"/>
              </w:rPr>
              <w:t>233,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99660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96605">
              <w:rPr>
                <w:rFonts w:ascii="Times New Roman" w:hAnsi="Times New Roman"/>
                <w:color w:val="000000"/>
                <w:lang w:eastAsia="ru-RU"/>
              </w:rPr>
              <w:t>Основное мероприятие "Совершенствование деятельности по профилактике правонаруш</w:t>
            </w:r>
            <w:r w:rsidRPr="00996605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996605">
              <w:rPr>
                <w:rFonts w:ascii="Times New Roman" w:hAnsi="Times New Roman"/>
                <w:color w:val="000000"/>
                <w:lang w:eastAsia="ru-RU"/>
              </w:rPr>
              <w:t>ний и преступлений"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 06 1 00 0000 0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233,4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E861A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861AE">
              <w:rPr>
                <w:rFonts w:ascii="Times New Roman" w:hAnsi="Times New Roman"/>
                <w:color w:val="000000"/>
                <w:lang w:eastAsia="ru-RU"/>
              </w:rPr>
              <w:t>Реализация программных мероприятий в о</w:t>
            </w:r>
            <w:r w:rsidRPr="00E861AE">
              <w:rPr>
                <w:rFonts w:ascii="Times New Roman" w:hAnsi="Times New Roman"/>
                <w:color w:val="000000"/>
                <w:lang w:eastAsia="ru-RU"/>
              </w:rPr>
              <w:t>б</w:t>
            </w:r>
            <w:r w:rsidRPr="00E861AE">
              <w:rPr>
                <w:rFonts w:ascii="Times New Roman" w:hAnsi="Times New Roman"/>
                <w:color w:val="000000"/>
                <w:lang w:eastAsia="ru-RU"/>
              </w:rPr>
              <w:t>ласти профилактики правонарушений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06 1 01 1099 0</w:t>
            </w:r>
          </w:p>
        </w:tc>
        <w:tc>
          <w:tcPr>
            <w:tcW w:w="1015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39,9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E861AE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06 1 01 1099 0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39,9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06 1 01 1099 0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39,9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C84AB8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C84AB8">
              <w:rPr>
                <w:rFonts w:ascii="Times New Roman" w:hAnsi="Times New Roman"/>
                <w:szCs w:val="24"/>
              </w:rPr>
              <w:t>Другие вопросы в области национальной без</w:t>
            </w:r>
            <w:r w:rsidRPr="00C84AB8">
              <w:rPr>
                <w:rFonts w:ascii="Times New Roman" w:hAnsi="Times New Roman"/>
                <w:szCs w:val="24"/>
              </w:rPr>
              <w:t>о</w:t>
            </w:r>
            <w:r w:rsidRPr="00C84AB8">
              <w:rPr>
                <w:rFonts w:ascii="Times New Roman" w:hAnsi="Times New Roman"/>
                <w:szCs w:val="24"/>
              </w:rPr>
              <w:t>пасности и правоохранительной деятельности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06 1 01 1099 0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39,9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135AD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35ADF">
              <w:rPr>
                <w:rFonts w:ascii="Times New Roman" w:hAnsi="Times New Roman"/>
                <w:szCs w:val="24"/>
              </w:rPr>
              <w:t>Обеспечение деятельности общественных пунктов охраны порядка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06 1 01 2270 0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193,5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1861C8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06 1 01 2270 0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193,5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06 1 01 2270 0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193,5</w:t>
            </w:r>
          </w:p>
        </w:tc>
      </w:tr>
      <w:tr w:rsidR="00E37437" w:rsidRPr="00371815" w:rsidTr="00E93C06">
        <w:trPr>
          <w:trHeight w:val="569"/>
        </w:trPr>
        <w:tc>
          <w:tcPr>
            <w:tcW w:w="4671" w:type="dxa"/>
            <w:vAlign w:val="bottom"/>
          </w:tcPr>
          <w:p w:rsidR="00E37437" w:rsidRPr="00C84AB8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C84AB8">
              <w:rPr>
                <w:rFonts w:ascii="Times New Roman" w:hAnsi="Times New Roman"/>
                <w:szCs w:val="24"/>
              </w:rPr>
              <w:t>Другие вопросы в области национальной без</w:t>
            </w:r>
            <w:r w:rsidRPr="00C84AB8">
              <w:rPr>
                <w:rFonts w:ascii="Times New Roman" w:hAnsi="Times New Roman"/>
                <w:szCs w:val="24"/>
              </w:rPr>
              <w:t>о</w:t>
            </w:r>
            <w:r w:rsidRPr="00C84AB8">
              <w:rPr>
                <w:rFonts w:ascii="Times New Roman" w:hAnsi="Times New Roman"/>
                <w:szCs w:val="24"/>
              </w:rPr>
              <w:t>пасности и правоохранительной деятельности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06 1 01 2270 0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193,5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Муниципальная программа «Защита нас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е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ления и территорий от чрезвычайных с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и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туаций, обеспечение пожарной безопасности и безопасности людей на водных объектах в Аксубаевском муниципальном на 2016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07 0 00 0000 0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1130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7D3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Подпрограмма «Снижение рисков и смягчение последствий чрезвычайных ситуаций приро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ного и техногенного характера в Аксубаевском муниципальном районе на 2016 – 2020 годы»</w:t>
            </w:r>
          </w:p>
        </w:tc>
        <w:tc>
          <w:tcPr>
            <w:tcW w:w="1838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07 2 00 0000 0</w:t>
            </w:r>
          </w:p>
        </w:tc>
        <w:tc>
          <w:tcPr>
            <w:tcW w:w="1015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87D31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1130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7D3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Основное мероприятие «Повышение эффе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тивности управления в области гражданской обороны, предупреждения и ликвидации чре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з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вычайных ситуаций»</w:t>
            </w:r>
          </w:p>
        </w:tc>
        <w:tc>
          <w:tcPr>
            <w:tcW w:w="1838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 xml:space="preserve"> 0000 0</w:t>
            </w:r>
          </w:p>
        </w:tc>
        <w:tc>
          <w:tcPr>
            <w:tcW w:w="1015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87D31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1130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7D3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Управление организацией и проведением м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роприятий в области гражданской обороны и защиты в чрезвычайных ситуациях</w:t>
            </w:r>
          </w:p>
        </w:tc>
        <w:tc>
          <w:tcPr>
            <w:tcW w:w="1838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87D31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1130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87D3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187D31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87D3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D3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87D31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B222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8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5B222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B222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Защита населения и территории от чрезвыча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й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ных ситуаций природного и техногенного х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рактера, гражданская оборона</w:t>
            </w:r>
          </w:p>
        </w:tc>
        <w:tc>
          <w:tcPr>
            <w:tcW w:w="1838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5B222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B222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5B222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B222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8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5B222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B222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Защита населения и территории от чрезвыча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й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ных ситуаций природного и техногенного х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>рактера, гражданская оборона</w:t>
            </w:r>
          </w:p>
        </w:tc>
        <w:tc>
          <w:tcPr>
            <w:tcW w:w="1838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07 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5B2224">
              <w:rPr>
                <w:rFonts w:ascii="Times New Roman" w:hAnsi="Times New Roman"/>
                <w:color w:val="000000"/>
                <w:lang w:eastAsia="ru-RU"/>
              </w:rPr>
              <w:t xml:space="preserve"> 2267 0</w:t>
            </w:r>
          </w:p>
        </w:tc>
        <w:tc>
          <w:tcPr>
            <w:tcW w:w="1015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Pr="005B222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5B222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Муниципальная программа «Развитие культуры в Аксубаевском муниципальном районе на 2016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08 0 00 0000 0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51027,3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30E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Подпрограмма «Развитие музейного дела на 2016 – 2020 годы»</w:t>
            </w:r>
          </w:p>
        </w:tc>
        <w:tc>
          <w:tcPr>
            <w:tcW w:w="1838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08 1 00 0000 0</w:t>
            </w:r>
          </w:p>
        </w:tc>
        <w:tc>
          <w:tcPr>
            <w:tcW w:w="1015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30E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30E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Основное мероприятие «Комплексное разв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тие музеев»</w:t>
            </w:r>
          </w:p>
        </w:tc>
        <w:tc>
          <w:tcPr>
            <w:tcW w:w="1838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08 1 01 0000 0</w:t>
            </w:r>
          </w:p>
        </w:tc>
        <w:tc>
          <w:tcPr>
            <w:tcW w:w="1015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30E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30E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музеев</w:t>
            </w:r>
          </w:p>
        </w:tc>
        <w:tc>
          <w:tcPr>
            <w:tcW w:w="1838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08 1 01 4409 0</w:t>
            </w:r>
          </w:p>
        </w:tc>
        <w:tc>
          <w:tcPr>
            <w:tcW w:w="1015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30E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30E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30E26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08 1 01 4409 0</w:t>
            </w:r>
          </w:p>
        </w:tc>
        <w:tc>
          <w:tcPr>
            <w:tcW w:w="1015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30E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E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30E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5C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08 1 01 4409 0</w:t>
            </w:r>
          </w:p>
        </w:tc>
        <w:tc>
          <w:tcPr>
            <w:tcW w:w="1015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A35C2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5C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08 1 01 4409 0</w:t>
            </w:r>
          </w:p>
        </w:tc>
        <w:tc>
          <w:tcPr>
            <w:tcW w:w="1015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CA35C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5C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CA35C2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1311,5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Подпрограмма «Развитие библиотечного дела на 2016 – 2020 годы»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08 3 00 0000 0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18778,5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системы библиотечного обслуживания»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08 3 01 0000 0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18778,5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08 3 01 4401 0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08 3 01 4401 0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08 3 01 4401 0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08 3 01 4401 0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библиотек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08 3 01 4409 0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18653,6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08 3 01 4409 0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18653,6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08 3 01 4409 0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18653,6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08 3 01 4409 0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EF5F33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18653,6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Комплектование книжных фондов библиотек муниципальных образований за счет средств федерального </w:t>
            </w:r>
            <w:r w:rsidRPr="002C2F6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и республиканского 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бюджета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08 3 01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R519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2C2F6A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08 3 01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R519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08 3 01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R519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08 3 01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R519</w:t>
            </w:r>
            <w:r w:rsidRPr="00EF5F3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015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EF5F33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F5F3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76E4C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Подпрограмма «Развитие клубных концертных организаций и исполнительского искусства на 2016 – 2020 годы»</w:t>
            </w:r>
          </w:p>
        </w:tc>
        <w:tc>
          <w:tcPr>
            <w:tcW w:w="1838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08 4 00 0000 0</w:t>
            </w:r>
          </w:p>
        </w:tc>
        <w:tc>
          <w:tcPr>
            <w:tcW w:w="1015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76E4C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76E4C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современн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го музыкального искусства»</w:t>
            </w:r>
          </w:p>
        </w:tc>
        <w:tc>
          <w:tcPr>
            <w:tcW w:w="1838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08 4 01 0000 0</w:t>
            </w:r>
          </w:p>
        </w:tc>
        <w:tc>
          <w:tcPr>
            <w:tcW w:w="1015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76E4C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76E4C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клубов и культу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но-досуговых центров</w:t>
            </w:r>
          </w:p>
        </w:tc>
        <w:tc>
          <w:tcPr>
            <w:tcW w:w="1838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08 4 01 4409 1</w:t>
            </w:r>
          </w:p>
        </w:tc>
        <w:tc>
          <w:tcPr>
            <w:tcW w:w="1015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76E4C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76E4C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676E4C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08 4 01 4409 1</w:t>
            </w:r>
          </w:p>
        </w:tc>
        <w:tc>
          <w:tcPr>
            <w:tcW w:w="1015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76E4C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76E4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76E4C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812F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08 4 01 4409 1</w:t>
            </w:r>
          </w:p>
        </w:tc>
        <w:tc>
          <w:tcPr>
            <w:tcW w:w="1015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A812F9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812F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08 4 01 4409 1</w:t>
            </w:r>
          </w:p>
        </w:tc>
        <w:tc>
          <w:tcPr>
            <w:tcW w:w="1015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A812F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812F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A812F9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28653,8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F54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Подпрограмма «Сохранение и развитие кин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матографии на 2016 – 2020 годы»</w:t>
            </w:r>
          </w:p>
        </w:tc>
        <w:tc>
          <w:tcPr>
            <w:tcW w:w="1838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08 5 00 0000 0</w:t>
            </w:r>
          </w:p>
        </w:tc>
        <w:tc>
          <w:tcPr>
            <w:tcW w:w="1015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F54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F54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кинемат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графии»</w:t>
            </w:r>
          </w:p>
        </w:tc>
        <w:tc>
          <w:tcPr>
            <w:tcW w:w="1838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08 5 01 0000 0</w:t>
            </w:r>
          </w:p>
        </w:tc>
        <w:tc>
          <w:tcPr>
            <w:tcW w:w="1015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F54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F54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киноучреждений</w:t>
            </w:r>
          </w:p>
        </w:tc>
        <w:tc>
          <w:tcPr>
            <w:tcW w:w="1838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08 5 01 4409 0</w:t>
            </w:r>
          </w:p>
        </w:tc>
        <w:tc>
          <w:tcPr>
            <w:tcW w:w="1015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F54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F542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AF5426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08 5 01 4409 0</w:t>
            </w:r>
          </w:p>
        </w:tc>
        <w:tc>
          <w:tcPr>
            <w:tcW w:w="1015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F542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42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F5426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5233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08 5 01 4409 0</w:t>
            </w:r>
          </w:p>
        </w:tc>
        <w:tc>
          <w:tcPr>
            <w:tcW w:w="1015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15233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5233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Кинематография</w:t>
            </w:r>
          </w:p>
        </w:tc>
        <w:tc>
          <w:tcPr>
            <w:tcW w:w="1838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08 5 01 4409 0</w:t>
            </w:r>
          </w:p>
        </w:tc>
        <w:tc>
          <w:tcPr>
            <w:tcW w:w="1015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15233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5233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152334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eastAsia="ru-RU"/>
              </w:rPr>
              <w:t>«</w:t>
            </w:r>
            <w:r w:rsidRPr="008071D5">
              <w:rPr>
                <w:rFonts w:ascii="Times New Roman" w:hAnsi="Times New Roman"/>
              </w:rPr>
              <w:t>Развитие   межрегионального   и межнационального культурного сотруднич</w:t>
            </w:r>
            <w:r w:rsidRPr="008071D5">
              <w:rPr>
                <w:rFonts w:ascii="Times New Roman" w:hAnsi="Times New Roman"/>
              </w:rPr>
              <w:t>е</w:t>
            </w:r>
            <w:r w:rsidRPr="008071D5">
              <w:rPr>
                <w:rFonts w:ascii="Times New Roman" w:hAnsi="Times New Roman"/>
              </w:rPr>
              <w:t>ства на 2016-2020 годы</w:t>
            </w:r>
            <w:r w:rsidRPr="00BF0229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08 6 00 0000 0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620,7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Основное мероприятие «Проведение прочих мероприятий в области культуры»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08 6 01 0000 0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620,7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Мероприятия в области культуры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620,7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AA38D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BF0229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F0229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BF0229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613,7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613,7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08 6 01 1099 0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613,7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4519E" w:rsidRDefault="00E37437" w:rsidP="004F1F0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F4519E">
              <w:rPr>
                <w:rFonts w:ascii="Times New Roman" w:hAnsi="Times New Roman"/>
                <w:szCs w:val="24"/>
              </w:rPr>
              <w:t>Гранты в области культуры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08 7 01 4405 0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</w:tr>
      <w:tr w:rsidR="00E37437" w:rsidRPr="00371815" w:rsidTr="0047190A">
        <w:trPr>
          <w:trHeight w:val="569"/>
        </w:trPr>
        <w:tc>
          <w:tcPr>
            <w:tcW w:w="4671" w:type="dxa"/>
          </w:tcPr>
          <w:p w:rsidR="00E37437" w:rsidRPr="00F4519E" w:rsidRDefault="00E37437" w:rsidP="004F1F03">
            <w:pPr>
              <w:rPr>
                <w:rFonts w:ascii="Times New Roman" w:hAnsi="Times New Roman"/>
                <w:i/>
                <w:color w:val="000000"/>
              </w:rPr>
            </w:pPr>
            <w:r w:rsidRPr="00F4519E">
              <w:rPr>
                <w:rFonts w:ascii="Times New Roman" w:hAnsi="Times New Roman"/>
              </w:rPr>
              <w:t>Предоставление субсидий бюджетным, авт</w:t>
            </w:r>
            <w:r w:rsidRPr="00F4519E">
              <w:rPr>
                <w:rFonts w:ascii="Times New Roman" w:hAnsi="Times New Roman"/>
              </w:rPr>
              <w:t>о</w:t>
            </w:r>
            <w:r w:rsidRPr="00F4519E">
              <w:rPr>
                <w:rFonts w:ascii="Times New Roman" w:hAnsi="Times New Roman"/>
              </w:rPr>
              <w:t>номным учреждениям и иным некоммерч</w:t>
            </w:r>
            <w:r w:rsidRPr="00F4519E">
              <w:rPr>
                <w:rFonts w:ascii="Times New Roman" w:hAnsi="Times New Roman"/>
              </w:rPr>
              <w:t>е</w:t>
            </w:r>
            <w:r w:rsidRPr="00F4519E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08 7 01 4405 0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08 7 01 4405 0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08 7 01 4405 0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E6F9B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szCs w:val="24"/>
              </w:rPr>
              <w:t>Государственная поддержка лучших работн</w:t>
            </w:r>
            <w:r w:rsidRPr="00EE6F9B">
              <w:rPr>
                <w:rFonts w:ascii="Times New Roman" w:hAnsi="Times New Roman"/>
                <w:szCs w:val="24"/>
              </w:rPr>
              <w:t>и</w:t>
            </w:r>
            <w:r w:rsidRPr="00EE6F9B">
              <w:rPr>
                <w:rFonts w:ascii="Times New Roman" w:hAnsi="Times New Roman"/>
                <w:szCs w:val="24"/>
              </w:rPr>
              <w:t>ков муниципальных учреждений культуры, находящихся на территориях сельских посел</w:t>
            </w:r>
            <w:r w:rsidRPr="00EE6F9B">
              <w:rPr>
                <w:rFonts w:ascii="Times New Roman" w:hAnsi="Times New Roman"/>
                <w:szCs w:val="24"/>
              </w:rPr>
              <w:t>е</w:t>
            </w:r>
            <w:r w:rsidRPr="00EE6F9B">
              <w:rPr>
                <w:rFonts w:ascii="Times New Roman" w:hAnsi="Times New Roman"/>
                <w:szCs w:val="24"/>
              </w:rPr>
              <w:t>ний</w:t>
            </w:r>
          </w:p>
        </w:tc>
        <w:tc>
          <w:tcPr>
            <w:tcW w:w="1838" w:type="dxa"/>
            <w:vAlign w:val="bottom"/>
          </w:tcPr>
          <w:p w:rsidR="00E37437" w:rsidRPr="00EE6F9B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>08 7 01R519 3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B70FF2">
        <w:trPr>
          <w:trHeight w:val="569"/>
        </w:trPr>
        <w:tc>
          <w:tcPr>
            <w:tcW w:w="4671" w:type="dxa"/>
          </w:tcPr>
          <w:p w:rsidR="00E37437" w:rsidRPr="00F4519E" w:rsidRDefault="00E37437" w:rsidP="004F1F03">
            <w:pPr>
              <w:rPr>
                <w:rFonts w:ascii="Times New Roman" w:hAnsi="Times New Roman"/>
                <w:i/>
                <w:color w:val="000000"/>
              </w:rPr>
            </w:pPr>
            <w:r w:rsidRPr="00F4519E">
              <w:rPr>
                <w:rFonts w:ascii="Times New Roman" w:hAnsi="Times New Roman"/>
              </w:rPr>
              <w:t>Предоставление субсидий бюджетным, авт</w:t>
            </w:r>
            <w:r w:rsidRPr="00F4519E">
              <w:rPr>
                <w:rFonts w:ascii="Times New Roman" w:hAnsi="Times New Roman"/>
              </w:rPr>
              <w:t>о</w:t>
            </w:r>
            <w:r w:rsidRPr="00F4519E">
              <w:rPr>
                <w:rFonts w:ascii="Times New Roman" w:hAnsi="Times New Roman"/>
              </w:rPr>
              <w:t>номным учреждениям и иным некоммерч</w:t>
            </w:r>
            <w:r w:rsidRPr="00F4519E">
              <w:rPr>
                <w:rFonts w:ascii="Times New Roman" w:hAnsi="Times New Roman"/>
              </w:rPr>
              <w:t>е</w:t>
            </w:r>
            <w:r w:rsidRPr="00F4519E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>08 7 01R519 3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>08 7 01R519 3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>08 7 01R519 3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E6F9B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szCs w:val="24"/>
              </w:rPr>
              <w:t>Государственная поддержка муниципальных учреждений культуры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 xml:space="preserve">08 7 01R519 </w:t>
            </w: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E37317">
        <w:trPr>
          <w:trHeight w:val="569"/>
        </w:trPr>
        <w:tc>
          <w:tcPr>
            <w:tcW w:w="4671" w:type="dxa"/>
          </w:tcPr>
          <w:p w:rsidR="00E37437" w:rsidRPr="00F4519E" w:rsidRDefault="00E37437" w:rsidP="004F1F03">
            <w:pPr>
              <w:rPr>
                <w:rFonts w:ascii="Times New Roman" w:hAnsi="Times New Roman"/>
                <w:i/>
                <w:color w:val="000000"/>
              </w:rPr>
            </w:pPr>
            <w:r w:rsidRPr="00F4519E">
              <w:rPr>
                <w:rFonts w:ascii="Times New Roman" w:hAnsi="Times New Roman"/>
              </w:rPr>
              <w:t>Предоставление субсидий бюджетным, авт</w:t>
            </w:r>
            <w:r w:rsidRPr="00F4519E">
              <w:rPr>
                <w:rFonts w:ascii="Times New Roman" w:hAnsi="Times New Roman"/>
              </w:rPr>
              <w:t>о</w:t>
            </w:r>
            <w:r w:rsidRPr="00F4519E">
              <w:rPr>
                <w:rFonts w:ascii="Times New Roman" w:hAnsi="Times New Roman"/>
              </w:rPr>
              <w:t>номным учреждениям и иным некоммерч</w:t>
            </w:r>
            <w:r w:rsidRPr="00F4519E">
              <w:rPr>
                <w:rFonts w:ascii="Times New Roman" w:hAnsi="Times New Roman"/>
              </w:rPr>
              <w:t>е</w:t>
            </w:r>
            <w:r w:rsidRPr="00F4519E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 xml:space="preserve">08 7 01R519 </w:t>
            </w: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 xml:space="preserve">08 7 01R519 </w:t>
            </w: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E6F9B">
              <w:rPr>
                <w:rFonts w:ascii="Times New Roman" w:hAnsi="Times New Roman"/>
                <w:iCs/>
              </w:rPr>
              <w:t xml:space="preserve">08 7 01R519 </w:t>
            </w: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CE5EEF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Подпрограмма «Развитие архивного дела в Аксубаевском муниципальном районе»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FA520B">
            <w:pPr>
              <w:spacing w:after="120" w:line="240" w:lineRule="auto"/>
              <w:ind w:left="708" w:hanging="7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00 0000 0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BF0229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A750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750E">
              <w:rPr>
                <w:rFonts w:ascii="Times New Roman" w:hAnsi="Times New Roman"/>
                <w:color w:val="000000"/>
                <w:lang w:eastAsia="ru-RU"/>
              </w:rPr>
              <w:t>Основное мероприятие «Реализация госуда</w:t>
            </w:r>
            <w:r w:rsidRPr="00EA750E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EA750E">
              <w:rPr>
                <w:rFonts w:ascii="Times New Roman" w:hAnsi="Times New Roman"/>
                <w:color w:val="000000"/>
                <w:lang w:eastAsia="ru-RU"/>
              </w:rPr>
              <w:t>ственной политики в области архивного дела»</w:t>
            </w:r>
          </w:p>
        </w:tc>
        <w:tc>
          <w:tcPr>
            <w:tcW w:w="1838" w:type="dxa"/>
            <w:vAlign w:val="bottom"/>
          </w:tcPr>
          <w:p w:rsidR="00E37437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01 0000 0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A750E" w:rsidRDefault="00E37437" w:rsidP="00153BF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750E">
              <w:rPr>
                <w:rFonts w:ascii="Times New Roman" w:hAnsi="Times New Roman"/>
                <w:color w:val="000000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38" w:type="dxa"/>
            <w:vAlign w:val="bottom"/>
          </w:tcPr>
          <w:p w:rsidR="00E37437" w:rsidRPr="003856CF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01 440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01 440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F21299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BF0229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01 440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BF0229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08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E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01 440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BF0229" w:rsidRDefault="00E37437" w:rsidP="00153BF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BF0229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BF0229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Муниципальная программа «Охрана окр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у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жающей среды Аксубаевского муниц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и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пального района на 2016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09 0 00 0000 0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A6F2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Подпрограмма «Регулирование качества о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ружающей среды Аксубаевского муниципал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ного района на 2016 – 2020 годы»</w:t>
            </w:r>
          </w:p>
        </w:tc>
        <w:tc>
          <w:tcPr>
            <w:tcW w:w="1838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09 1 00 0000 0</w:t>
            </w:r>
          </w:p>
        </w:tc>
        <w:tc>
          <w:tcPr>
            <w:tcW w:w="1015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2A6F2E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A6F2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охраны окружающей среды»</w:t>
            </w:r>
          </w:p>
        </w:tc>
        <w:tc>
          <w:tcPr>
            <w:tcW w:w="1838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09 1 01 0000 0</w:t>
            </w:r>
          </w:p>
        </w:tc>
        <w:tc>
          <w:tcPr>
            <w:tcW w:w="1015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2A6F2E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A6F2E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Мероприятия по регулированию качества о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2A6F2E">
              <w:rPr>
                <w:rFonts w:ascii="Times New Roman" w:hAnsi="Times New Roman"/>
                <w:color w:val="000000"/>
                <w:lang w:eastAsia="ru-RU"/>
              </w:rPr>
              <w:t>ружающей среды</w:t>
            </w:r>
          </w:p>
        </w:tc>
        <w:tc>
          <w:tcPr>
            <w:tcW w:w="1838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 xml:space="preserve">09 1 01 </w:t>
            </w:r>
            <w:r>
              <w:rPr>
                <w:rFonts w:ascii="Times New Roman" w:hAnsi="Times New Roman"/>
                <w:color w:val="000000"/>
                <w:lang w:eastAsia="ru-RU"/>
              </w:rPr>
              <w:t>7446 0</w:t>
            </w:r>
          </w:p>
        </w:tc>
        <w:tc>
          <w:tcPr>
            <w:tcW w:w="1015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2A6F2E" w:rsidRDefault="00E37437" w:rsidP="00FF7A2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E11DD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 xml:space="preserve">09 1 01 </w:t>
            </w:r>
            <w:r>
              <w:rPr>
                <w:rFonts w:ascii="Times New Roman" w:hAnsi="Times New Roman"/>
                <w:color w:val="000000"/>
                <w:lang w:eastAsia="ru-RU"/>
              </w:rPr>
              <w:t>7446 0</w:t>
            </w:r>
          </w:p>
        </w:tc>
        <w:tc>
          <w:tcPr>
            <w:tcW w:w="1015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2A6F2E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A6F2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2A6F2E" w:rsidRDefault="00E37437" w:rsidP="009A6A8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5289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838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 xml:space="preserve">09 1 01 </w:t>
            </w:r>
            <w:r>
              <w:rPr>
                <w:rFonts w:ascii="Times New Roman" w:hAnsi="Times New Roman"/>
                <w:color w:val="000000"/>
                <w:lang w:eastAsia="ru-RU"/>
              </w:rPr>
              <w:t>7446 0</w:t>
            </w:r>
          </w:p>
        </w:tc>
        <w:tc>
          <w:tcPr>
            <w:tcW w:w="1015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23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D52896" w:rsidRDefault="00E37437" w:rsidP="009A6A8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52896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38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 xml:space="preserve">09 1 01 </w:t>
            </w:r>
            <w:r>
              <w:rPr>
                <w:rFonts w:ascii="Times New Roman" w:hAnsi="Times New Roman"/>
                <w:color w:val="000000"/>
                <w:lang w:eastAsia="ru-RU"/>
              </w:rPr>
              <w:t>7446 0</w:t>
            </w:r>
          </w:p>
        </w:tc>
        <w:tc>
          <w:tcPr>
            <w:tcW w:w="1015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23" w:type="dxa"/>
            <w:vAlign w:val="bottom"/>
          </w:tcPr>
          <w:p w:rsidR="00E37437" w:rsidRPr="00D52896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52896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D52896" w:rsidRDefault="00E37437" w:rsidP="009A6A8D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2312,9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Муниципальная программа «Развитие м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о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лодежной политики, физической культуры и спорта  в Аксубаевском муниципальном районе на 2016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10 0 00 0000 0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14173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B4C4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Подпрограмма «Развитие физической культ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ры и спорта в Аксубаевском муниципальном районе на 2016 – 2020 годы»</w:t>
            </w:r>
          </w:p>
        </w:tc>
        <w:tc>
          <w:tcPr>
            <w:tcW w:w="1838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10 1 00 0000 0</w:t>
            </w:r>
          </w:p>
        </w:tc>
        <w:tc>
          <w:tcPr>
            <w:tcW w:w="1015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B4C41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10063,1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B4C4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Основное мероприятие «Реализация госуда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ственной политики в области физической культуры и спорта Аксубаевском муниц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B4C41">
              <w:rPr>
                <w:rFonts w:ascii="Times New Roman" w:hAnsi="Times New Roman"/>
                <w:color w:val="000000"/>
                <w:lang w:eastAsia="ru-RU"/>
              </w:rPr>
              <w:t>пальном районе»</w:t>
            </w:r>
          </w:p>
        </w:tc>
        <w:tc>
          <w:tcPr>
            <w:tcW w:w="1838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10 1 01 0000 0</w:t>
            </w:r>
          </w:p>
        </w:tc>
        <w:tc>
          <w:tcPr>
            <w:tcW w:w="1015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B4C41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10063,1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B4C4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38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C4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B4C41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487,9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B4C41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B4C41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266,7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838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266,7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1838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A20A22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266,7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20A2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A20A22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A20A22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20A2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838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A20A22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20A22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1838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10 1 01 1287 0</w:t>
            </w:r>
          </w:p>
        </w:tc>
        <w:tc>
          <w:tcPr>
            <w:tcW w:w="1015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A20A22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A2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A20A22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10 1 01 4820 0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7E772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9351,6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7E772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7E772F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7E772F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7E772F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10 1 01 4820 0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7E772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9351,6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10 1 01 4820 0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7E772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9351,6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10 1 01 4820 0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772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7E772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9351,6</w:t>
            </w:r>
          </w:p>
        </w:tc>
      </w:tr>
      <w:tr w:rsidR="00E37437" w:rsidRPr="00371815" w:rsidTr="00C17059">
        <w:trPr>
          <w:trHeight w:val="569"/>
        </w:trPr>
        <w:tc>
          <w:tcPr>
            <w:tcW w:w="4671" w:type="dxa"/>
          </w:tcPr>
          <w:p w:rsidR="00E37437" w:rsidRPr="00A86957" w:rsidRDefault="00E37437" w:rsidP="004F1F03">
            <w:pPr>
              <w:rPr>
                <w:rFonts w:ascii="Times New Roman" w:hAnsi="Times New Roman"/>
              </w:rPr>
            </w:pPr>
            <w:r w:rsidRPr="00A86957">
              <w:rPr>
                <w:rFonts w:ascii="Times New Roman" w:hAnsi="Times New Roman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</w:t>
            </w:r>
            <w:r w:rsidRPr="00A86957">
              <w:rPr>
                <w:rFonts w:ascii="Times New Roman" w:hAnsi="Times New Roman"/>
              </w:rPr>
              <w:t>е</w:t>
            </w:r>
            <w:r w:rsidRPr="00A86957">
              <w:rPr>
                <w:rFonts w:ascii="Times New Roman" w:hAnsi="Times New Roman"/>
              </w:rPr>
              <w:t>зультаты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10 1 01 4233 0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100,6</w:t>
            </w:r>
          </w:p>
        </w:tc>
      </w:tr>
      <w:tr w:rsidR="00E37437" w:rsidRPr="00371815" w:rsidTr="00C17059">
        <w:trPr>
          <w:trHeight w:val="569"/>
        </w:trPr>
        <w:tc>
          <w:tcPr>
            <w:tcW w:w="4671" w:type="dxa"/>
          </w:tcPr>
          <w:p w:rsidR="00E37437" w:rsidRPr="00A86957" w:rsidRDefault="00E37437" w:rsidP="004F1F03">
            <w:pPr>
              <w:rPr>
                <w:rFonts w:ascii="Times New Roman" w:hAnsi="Times New Roman"/>
              </w:rPr>
            </w:pPr>
            <w:r w:rsidRPr="00A86957">
              <w:rPr>
                <w:rFonts w:ascii="Times New Roman" w:hAnsi="Times New Roman"/>
              </w:rPr>
              <w:t>Предоставление субсидий бюджетным, авт</w:t>
            </w:r>
            <w:r w:rsidRPr="00A86957">
              <w:rPr>
                <w:rFonts w:ascii="Times New Roman" w:hAnsi="Times New Roman"/>
              </w:rPr>
              <w:t>о</w:t>
            </w:r>
            <w:r w:rsidRPr="00A86957">
              <w:rPr>
                <w:rFonts w:ascii="Times New Roman" w:hAnsi="Times New Roman"/>
              </w:rPr>
              <w:t>номным учреждениям и иным некоммерч</w:t>
            </w:r>
            <w:r w:rsidRPr="00A86957">
              <w:rPr>
                <w:rFonts w:ascii="Times New Roman" w:hAnsi="Times New Roman"/>
              </w:rPr>
              <w:t>е</w:t>
            </w:r>
            <w:r w:rsidRPr="00A86957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10 1 01 4233 0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7E772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10 1 01 4233 0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59C1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59C1">
              <w:rPr>
                <w:rFonts w:ascii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838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10 1 01 4233 0</w:t>
            </w:r>
          </w:p>
        </w:tc>
        <w:tc>
          <w:tcPr>
            <w:tcW w:w="1015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5274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52749">
              <w:rPr>
                <w:rFonts w:ascii="Times New Roman" w:hAnsi="Times New Roman"/>
              </w:rPr>
              <w:t>Развитие детско-юношеского спорта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10 1 01 4365 0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</w:tr>
      <w:tr w:rsidR="00E37437" w:rsidRPr="00371815" w:rsidTr="00635CB4">
        <w:trPr>
          <w:trHeight w:val="569"/>
        </w:trPr>
        <w:tc>
          <w:tcPr>
            <w:tcW w:w="4671" w:type="dxa"/>
          </w:tcPr>
          <w:p w:rsidR="00E37437" w:rsidRPr="00A86957" w:rsidRDefault="00E37437" w:rsidP="004F1F03">
            <w:pPr>
              <w:rPr>
                <w:rFonts w:ascii="Times New Roman" w:hAnsi="Times New Roman"/>
              </w:rPr>
            </w:pPr>
            <w:r w:rsidRPr="00A86957">
              <w:rPr>
                <w:rFonts w:ascii="Times New Roman" w:hAnsi="Times New Roman"/>
              </w:rPr>
              <w:t>Предоставление субсидий бюджетным, авт</w:t>
            </w:r>
            <w:r w:rsidRPr="00A86957">
              <w:rPr>
                <w:rFonts w:ascii="Times New Roman" w:hAnsi="Times New Roman"/>
              </w:rPr>
              <w:t>о</w:t>
            </w:r>
            <w:r w:rsidRPr="00A86957">
              <w:rPr>
                <w:rFonts w:ascii="Times New Roman" w:hAnsi="Times New Roman"/>
              </w:rPr>
              <w:t>номным учреждениям и иным некоммерч</w:t>
            </w:r>
            <w:r w:rsidRPr="00A86957">
              <w:rPr>
                <w:rFonts w:ascii="Times New Roman" w:hAnsi="Times New Roman"/>
              </w:rPr>
              <w:t>е</w:t>
            </w:r>
            <w:r w:rsidRPr="00A86957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10 1 01 4365 0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E772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10 1 01 4365 0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861C8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10 1 01 4365 0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</w:tr>
      <w:tr w:rsidR="00E37437" w:rsidRPr="00371815" w:rsidTr="000E06A3">
        <w:trPr>
          <w:trHeight w:val="569"/>
        </w:trPr>
        <w:tc>
          <w:tcPr>
            <w:tcW w:w="4671" w:type="dxa"/>
          </w:tcPr>
          <w:p w:rsidR="00E37437" w:rsidRPr="004003CC" w:rsidRDefault="00E37437" w:rsidP="004F1F03">
            <w:pPr>
              <w:rPr>
                <w:rFonts w:ascii="Times New Roman" w:hAnsi="Times New Roman"/>
              </w:rPr>
            </w:pPr>
            <w:r w:rsidRPr="004003CC">
              <w:rPr>
                <w:rFonts w:ascii="Times New Roman" w:hAnsi="Times New Roman"/>
              </w:rPr>
              <w:t>Подпрограмма "Организация отдыха детей и молодежи, их оздоровления и занятости на 2014 – 2020 годы"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10 2 00 0000 0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3037,8</w:t>
            </w:r>
          </w:p>
        </w:tc>
      </w:tr>
      <w:tr w:rsidR="00E37437" w:rsidRPr="00371815" w:rsidTr="000E06A3">
        <w:trPr>
          <w:trHeight w:val="569"/>
        </w:trPr>
        <w:tc>
          <w:tcPr>
            <w:tcW w:w="4671" w:type="dxa"/>
          </w:tcPr>
          <w:p w:rsidR="00E37437" w:rsidRPr="004003CC" w:rsidRDefault="00E37437" w:rsidP="004F1F03">
            <w:pPr>
              <w:rPr>
                <w:rFonts w:ascii="Times New Roman" w:hAnsi="Times New Roman"/>
              </w:rPr>
            </w:pPr>
            <w:r w:rsidRPr="004003CC">
              <w:rPr>
                <w:rFonts w:ascii="Times New Roman" w:hAnsi="Times New Roman"/>
              </w:rPr>
              <w:t>Мероприятия по организации отдыха, озд</w:t>
            </w:r>
            <w:r w:rsidRPr="004003CC">
              <w:rPr>
                <w:rFonts w:ascii="Times New Roman" w:hAnsi="Times New Roman"/>
              </w:rPr>
              <w:t>о</w:t>
            </w:r>
            <w:r w:rsidRPr="004003CC">
              <w:rPr>
                <w:rFonts w:ascii="Times New Roman" w:hAnsi="Times New Roman"/>
              </w:rPr>
              <w:t>ровления, занятости детей и молодежи за счет средств РТ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10 2 01 2132 0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3037,8</w:t>
            </w:r>
          </w:p>
        </w:tc>
      </w:tr>
      <w:tr w:rsidR="00E37437" w:rsidRPr="00371815" w:rsidTr="000E06A3">
        <w:trPr>
          <w:trHeight w:val="569"/>
        </w:trPr>
        <w:tc>
          <w:tcPr>
            <w:tcW w:w="4671" w:type="dxa"/>
          </w:tcPr>
          <w:p w:rsidR="00E37437" w:rsidRPr="004003CC" w:rsidRDefault="00E37437" w:rsidP="004F1F03">
            <w:pPr>
              <w:rPr>
                <w:rFonts w:ascii="Times New Roman" w:hAnsi="Times New Roman"/>
              </w:rPr>
            </w:pPr>
            <w:r w:rsidRPr="004003CC">
              <w:rPr>
                <w:rFonts w:ascii="Times New Roman" w:hAnsi="Times New Roman"/>
              </w:rPr>
              <w:t>Предоставление субсидий бюджетным, авт</w:t>
            </w:r>
            <w:r w:rsidRPr="004003CC">
              <w:rPr>
                <w:rFonts w:ascii="Times New Roman" w:hAnsi="Times New Roman"/>
              </w:rPr>
              <w:t>о</w:t>
            </w:r>
            <w:r w:rsidRPr="004003CC">
              <w:rPr>
                <w:rFonts w:ascii="Times New Roman" w:hAnsi="Times New Roman"/>
              </w:rPr>
              <w:t>номным учреждениям и иным некоммерч</w:t>
            </w:r>
            <w:r w:rsidRPr="004003CC">
              <w:rPr>
                <w:rFonts w:ascii="Times New Roman" w:hAnsi="Times New Roman"/>
              </w:rPr>
              <w:t>е</w:t>
            </w:r>
            <w:r w:rsidRPr="004003CC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10 2 01 2132 0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3037,8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10 2 01 2132 0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3037,8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10 2 01 2132 0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753" w:type="dxa"/>
            <w:vAlign w:val="bottom"/>
          </w:tcPr>
          <w:p w:rsidR="00E37437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3037,8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Подпрограмма «Молодежь Аксубаевского м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ниципального района на 2016 – 2020 годы»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10 4 00 0000 0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 молоде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ж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ной политики в Аксубаевском муниципальном районе»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10 4 01 0000 0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Проведение мероприятий для детей и молод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жи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10 4 01 4310 0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8242B6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10 4 01 4310 0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10 4 01 4310 0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10 4 01 4310 0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47D3F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 учреждений мол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047D3F">
              <w:rPr>
                <w:rFonts w:ascii="Times New Roman" w:hAnsi="Times New Roman"/>
                <w:color w:val="000000"/>
                <w:lang w:eastAsia="ru-RU"/>
              </w:rPr>
              <w:t>дежной политики</w:t>
            </w:r>
          </w:p>
        </w:tc>
        <w:tc>
          <w:tcPr>
            <w:tcW w:w="1838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10 4 01 4319 0</w:t>
            </w:r>
          </w:p>
        </w:tc>
        <w:tc>
          <w:tcPr>
            <w:tcW w:w="1015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47D3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47D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047D3F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907,1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022B0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022B0">
              <w:rPr>
                <w:rFonts w:ascii="Times New Roman" w:hAnsi="Times New Roman"/>
                <w:color w:val="000000"/>
                <w:lang w:eastAsia="ru-RU"/>
              </w:rPr>
              <w:t>Предоставление субсидий бюджетным, авт</w:t>
            </w:r>
            <w:r w:rsidRPr="003022B0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3022B0">
              <w:rPr>
                <w:rFonts w:ascii="Times New Roman" w:hAnsi="Times New Roman"/>
                <w:color w:val="000000"/>
                <w:lang w:eastAsia="ru-RU"/>
              </w:rPr>
              <w:t>номным учреждениям и иным некоммерч</w:t>
            </w:r>
            <w:r w:rsidRPr="003022B0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3022B0">
              <w:rPr>
                <w:rFonts w:ascii="Times New Roman" w:hAnsi="Times New Roman"/>
                <w:color w:val="000000"/>
                <w:lang w:eastAsia="ru-RU"/>
              </w:rPr>
              <w:t>ским организациям</w:t>
            </w:r>
          </w:p>
        </w:tc>
        <w:tc>
          <w:tcPr>
            <w:tcW w:w="1838" w:type="dxa"/>
            <w:vAlign w:val="bottom"/>
          </w:tcPr>
          <w:p w:rsidR="00E37437" w:rsidRPr="003022B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022B0">
              <w:rPr>
                <w:rFonts w:ascii="Times New Roman" w:hAnsi="Times New Roman"/>
                <w:color w:val="000000"/>
                <w:lang w:eastAsia="ru-RU"/>
              </w:rPr>
              <w:t>10 4 01 4319 0</w:t>
            </w:r>
          </w:p>
        </w:tc>
        <w:tc>
          <w:tcPr>
            <w:tcW w:w="1015" w:type="dxa"/>
            <w:vAlign w:val="bottom"/>
          </w:tcPr>
          <w:p w:rsidR="00E37437" w:rsidRPr="003022B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022B0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3022B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022B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3022B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022B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3022B0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907,1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A3F8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838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10 4 01 4319 0</w:t>
            </w:r>
          </w:p>
        </w:tc>
        <w:tc>
          <w:tcPr>
            <w:tcW w:w="1015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DA3F84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907,1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A3F8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1838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10 4 01 4319 0</w:t>
            </w:r>
          </w:p>
        </w:tc>
        <w:tc>
          <w:tcPr>
            <w:tcW w:w="1015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516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523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F8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753" w:type="dxa"/>
            <w:vAlign w:val="bottom"/>
          </w:tcPr>
          <w:p w:rsidR="00E37437" w:rsidRPr="00DA3F84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907,1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60077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C60077">
              <w:rPr>
                <w:rFonts w:ascii="Times New Roman" w:hAnsi="Times New Roman"/>
                <w:b/>
                <w:szCs w:val="24"/>
              </w:rPr>
              <w:t>Государственная программа "Экономич</w:t>
            </w:r>
            <w:r w:rsidRPr="00C60077">
              <w:rPr>
                <w:rFonts w:ascii="Times New Roman" w:hAnsi="Times New Roman"/>
                <w:b/>
                <w:szCs w:val="24"/>
              </w:rPr>
              <w:t>е</w:t>
            </w:r>
            <w:r w:rsidRPr="00C60077">
              <w:rPr>
                <w:rFonts w:ascii="Times New Roman" w:hAnsi="Times New Roman"/>
                <w:b/>
                <w:szCs w:val="24"/>
              </w:rPr>
              <w:t>ское развитие и инновационная экономика Республики Татарстан на 2014 – 2020 годы"</w:t>
            </w:r>
          </w:p>
        </w:tc>
        <w:tc>
          <w:tcPr>
            <w:tcW w:w="1838" w:type="dxa"/>
            <w:vAlign w:val="bottom"/>
          </w:tcPr>
          <w:p w:rsidR="00E37437" w:rsidRPr="00C6007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C60077">
              <w:rPr>
                <w:rFonts w:ascii="Times New Roman" w:hAnsi="Times New Roman"/>
                <w:b/>
                <w:color w:val="000000"/>
                <w:lang w:eastAsia="ru-RU"/>
              </w:rPr>
              <w:t>11 0 00 0000 0</w:t>
            </w:r>
          </w:p>
        </w:tc>
        <w:tc>
          <w:tcPr>
            <w:tcW w:w="1015" w:type="dxa"/>
            <w:vAlign w:val="bottom"/>
          </w:tcPr>
          <w:p w:rsidR="00E37437" w:rsidRPr="0004385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4385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4385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43850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43850">
              <w:rPr>
                <w:rFonts w:ascii="Times New Roman" w:hAnsi="Times New Roman"/>
                <w:b/>
                <w:color w:val="000000"/>
                <w:lang w:eastAsia="ru-RU"/>
              </w:rPr>
              <w:t>4376,4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706F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706FA">
              <w:rPr>
                <w:rFonts w:ascii="Times New Roman" w:hAnsi="Times New Roman"/>
                <w:szCs w:val="24"/>
              </w:rPr>
              <w:t>Подпрограмма "Совершенствование госуда</w:t>
            </w:r>
            <w:r w:rsidRPr="008706FA">
              <w:rPr>
                <w:rFonts w:ascii="Times New Roman" w:hAnsi="Times New Roman"/>
                <w:szCs w:val="24"/>
              </w:rPr>
              <w:t>р</w:t>
            </w:r>
            <w:r w:rsidRPr="008706FA">
              <w:rPr>
                <w:rFonts w:ascii="Times New Roman" w:hAnsi="Times New Roman"/>
                <w:szCs w:val="24"/>
              </w:rPr>
              <w:t>ственной экономической политики в Респу</w:t>
            </w:r>
            <w:r w:rsidRPr="008706FA">
              <w:rPr>
                <w:rFonts w:ascii="Times New Roman" w:hAnsi="Times New Roman"/>
                <w:szCs w:val="24"/>
              </w:rPr>
              <w:t>б</w:t>
            </w:r>
            <w:r w:rsidRPr="008706FA">
              <w:rPr>
                <w:rFonts w:ascii="Times New Roman" w:hAnsi="Times New Roman"/>
                <w:szCs w:val="24"/>
              </w:rPr>
              <w:t>лике Татарстан на 2014 – 2020 годы"</w:t>
            </w:r>
          </w:p>
        </w:tc>
        <w:tc>
          <w:tcPr>
            <w:tcW w:w="1838" w:type="dxa"/>
            <w:vAlign w:val="bottom"/>
          </w:tcPr>
          <w:p w:rsidR="00E37437" w:rsidRPr="00DA3F84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11 1 00 0000 0</w:t>
            </w:r>
          </w:p>
        </w:tc>
        <w:tc>
          <w:tcPr>
            <w:tcW w:w="1015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DA3F8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4376,4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706FA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706FA">
              <w:rPr>
                <w:rFonts w:ascii="Times New Roman" w:hAnsi="Times New Roman"/>
                <w:szCs w:val="24"/>
              </w:rPr>
              <w:t>Мероприятия, направленные на развитие си</w:t>
            </w:r>
            <w:r w:rsidRPr="008706FA">
              <w:rPr>
                <w:rFonts w:ascii="Times New Roman" w:hAnsi="Times New Roman"/>
                <w:szCs w:val="24"/>
              </w:rPr>
              <w:t>с</w:t>
            </w:r>
            <w:r w:rsidRPr="008706FA">
              <w:rPr>
                <w:rFonts w:ascii="Times New Roman" w:hAnsi="Times New Roman"/>
                <w:szCs w:val="24"/>
              </w:rPr>
              <w:t>темы территориального общественного сам</w:t>
            </w:r>
            <w:r w:rsidRPr="008706FA">
              <w:rPr>
                <w:rFonts w:ascii="Times New Roman" w:hAnsi="Times New Roman"/>
                <w:szCs w:val="24"/>
              </w:rPr>
              <w:t>о</w:t>
            </w:r>
            <w:r w:rsidRPr="008706FA">
              <w:rPr>
                <w:rFonts w:ascii="Times New Roman" w:hAnsi="Times New Roman"/>
                <w:szCs w:val="24"/>
              </w:rPr>
              <w:t>управления Республики Татарстан</w:t>
            </w:r>
          </w:p>
        </w:tc>
        <w:tc>
          <w:tcPr>
            <w:tcW w:w="1838" w:type="dxa"/>
            <w:vAlign w:val="bottom"/>
          </w:tcPr>
          <w:p w:rsidR="00E37437" w:rsidRPr="00DA3F84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11 1 01 2518 0</w:t>
            </w:r>
          </w:p>
        </w:tc>
        <w:tc>
          <w:tcPr>
            <w:tcW w:w="1015" w:type="dxa"/>
            <w:vAlign w:val="bottom"/>
          </w:tcPr>
          <w:p w:rsidR="00E37437" w:rsidRPr="00DA3F84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DA3F84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DA3F84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74DC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4674DC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4674DC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11 1 01 2518 0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11 1 01 2518 0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11 1 01 2518 0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E0267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E0267">
              <w:rPr>
                <w:rFonts w:ascii="Times New Roman" w:hAnsi="Times New Roman"/>
              </w:rPr>
              <w:t>Совершенствование системы расселения, з</w:t>
            </w:r>
            <w:r w:rsidRPr="002E0267">
              <w:rPr>
                <w:rFonts w:ascii="Times New Roman" w:hAnsi="Times New Roman"/>
              </w:rPr>
              <w:t>а</w:t>
            </w:r>
            <w:r w:rsidRPr="002E0267">
              <w:rPr>
                <w:rFonts w:ascii="Times New Roman" w:hAnsi="Times New Roman"/>
              </w:rPr>
              <w:t>стройки, развитие инженерной, транспортной инфраструктуры</w:t>
            </w:r>
          </w:p>
        </w:tc>
        <w:tc>
          <w:tcPr>
            <w:tcW w:w="1838" w:type="dxa"/>
            <w:vAlign w:val="bottom"/>
          </w:tcPr>
          <w:p w:rsidR="00E37437" w:rsidRPr="002E026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E026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7232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3516,4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E026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7232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3516,4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E026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7232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3516,4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95FFC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95FFC">
              <w:rPr>
                <w:rFonts w:ascii="Times New Roman" w:hAnsi="Times New Roman"/>
              </w:rPr>
              <w:t>Другие вопросы в области национальной эк</w:t>
            </w:r>
            <w:r w:rsidRPr="00F95FFC">
              <w:rPr>
                <w:rFonts w:ascii="Times New Roman" w:hAnsi="Times New Roman"/>
              </w:rPr>
              <w:t>о</w:t>
            </w:r>
            <w:r w:rsidRPr="00F95FFC">
              <w:rPr>
                <w:rFonts w:ascii="Times New Roman" w:hAnsi="Times New Roman"/>
              </w:rPr>
              <w:t>номики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E026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7232</w:t>
            </w:r>
            <w:r>
              <w:rPr>
                <w:rFonts w:ascii="Times New Roman" w:hAnsi="Times New Roman"/>
              </w:rPr>
              <w:t xml:space="preserve"> </w:t>
            </w:r>
            <w:r w:rsidRPr="002E0267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753" w:type="dxa"/>
            <w:vAlign w:val="bottom"/>
          </w:tcPr>
          <w:p w:rsidR="00E37437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3516,4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A3F84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E23FA">
              <w:rPr>
                <w:rFonts w:ascii="Times New Roman" w:hAnsi="Times New Roman"/>
                <w:b/>
              </w:rPr>
              <w:t>Государственная программа "Развитие сельского хозяйства и регулирование ры</w:t>
            </w:r>
            <w:r w:rsidRPr="002E23FA">
              <w:rPr>
                <w:rFonts w:ascii="Times New Roman" w:hAnsi="Times New Roman"/>
                <w:b/>
              </w:rPr>
              <w:t>н</w:t>
            </w:r>
            <w:r w:rsidRPr="002E23FA">
              <w:rPr>
                <w:rFonts w:ascii="Times New Roman" w:hAnsi="Times New Roman"/>
                <w:b/>
              </w:rPr>
              <w:t>ков сельскохозяйственной продукции, с</w:t>
            </w:r>
            <w:r w:rsidRPr="002E23FA">
              <w:rPr>
                <w:rFonts w:ascii="Times New Roman" w:hAnsi="Times New Roman"/>
                <w:b/>
              </w:rPr>
              <w:t>ы</w:t>
            </w:r>
            <w:r w:rsidRPr="002E23FA">
              <w:rPr>
                <w:rFonts w:ascii="Times New Roman" w:hAnsi="Times New Roman"/>
                <w:b/>
              </w:rPr>
              <w:t>рья и продовольствия в Республике Тата</w:t>
            </w:r>
            <w:r w:rsidRPr="002E23FA">
              <w:rPr>
                <w:rFonts w:ascii="Times New Roman" w:hAnsi="Times New Roman"/>
                <w:b/>
              </w:rPr>
              <w:t>р</w:t>
            </w:r>
            <w:r w:rsidRPr="002E23FA">
              <w:rPr>
                <w:rFonts w:ascii="Times New Roman" w:hAnsi="Times New Roman"/>
                <w:b/>
              </w:rPr>
              <w:t>стан на 2013 – 2020 годы"</w:t>
            </w:r>
          </w:p>
        </w:tc>
        <w:tc>
          <w:tcPr>
            <w:tcW w:w="1838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50A20">
              <w:rPr>
                <w:rFonts w:ascii="Times New Roman" w:hAnsi="Times New Roman"/>
                <w:b/>
                <w:color w:val="000000"/>
                <w:lang w:eastAsia="ru-RU"/>
              </w:rPr>
              <w:t>14 0 00 0000 0</w:t>
            </w:r>
          </w:p>
        </w:tc>
        <w:tc>
          <w:tcPr>
            <w:tcW w:w="1015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4515F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4515F">
              <w:rPr>
                <w:rFonts w:ascii="Times New Roman" w:hAnsi="Times New Roman"/>
                <w:b/>
                <w:color w:val="000000"/>
                <w:lang w:eastAsia="ru-RU"/>
              </w:rPr>
              <w:t>4592,7</w:t>
            </w:r>
          </w:p>
        </w:tc>
      </w:tr>
      <w:tr w:rsidR="00E37437" w:rsidRPr="00371815" w:rsidTr="001512BF">
        <w:trPr>
          <w:trHeight w:val="569"/>
        </w:trPr>
        <w:tc>
          <w:tcPr>
            <w:tcW w:w="4671" w:type="dxa"/>
          </w:tcPr>
          <w:p w:rsidR="00E37437" w:rsidRPr="00463759" w:rsidRDefault="00E37437" w:rsidP="004F1F03">
            <w:pPr>
              <w:rPr>
                <w:rFonts w:ascii="Times New Roman" w:hAnsi="Times New Roman"/>
              </w:rPr>
            </w:pPr>
            <w:r w:rsidRPr="00463759">
              <w:rPr>
                <w:rFonts w:ascii="Times New Roman" w:hAnsi="Times New Roman"/>
              </w:rPr>
              <w:t>Подпрограмма "Устойчивое развитие сельских территорий"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14 7 00 0000 0</w:t>
            </w:r>
          </w:p>
        </w:tc>
        <w:tc>
          <w:tcPr>
            <w:tcW w:w="1015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E1D52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E1D52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1512BF">
        <w:trPr>
          <w:trHeight w:val="569"/>
        </w:trPr>
        <w:tc>
          <w:tcPr>
            <w:tcW w:w="4671" w:type="dxa"/>
          </w:tcPr>
          <w:p w:rsidR="00E37437" w:rsidRPr="00463759" w:rsidRDefault="00E37437" w:rsidP="004F1F03">
            <w:pPr>
              <w:rPr>
                <w:rFonts w:ascii="Times New Roman" w:hAnsi="Times New Roman"/>
              </w:rPr>
            </w:pPr>
            <w:r w:rsidRPr="00463759">
              <w:rPr>
                <w:rFonts w:ascii="Times New Roman" w:hAnsi="Times New Roman"/>
              </w:rPr>
              <w:t>Основное мероприятие "Мероприятия по ре</w:t>
            </w:r>
            <w:r w:rsidRPr="00463759">
              <w:rPr>
                <w:rFonts w:ascii="Times New Roman" w:hAnsi="Times New Roman"/>
              </w:rPr>
              <w:t>а</w:t>
            </w:r>
            <w:r w:rsidRPr="00463759">
              <w:rPr>
                <w:rFonts w:ascii="Times New Roman" w:hAnsi="Times New Roman"/>
              </w:rPr>
              <w:t>лизации подпрограммы "Устойчивое развитие сельских территорий"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14 7 01 0000 0</w:t>
            </w:r>
          </w:p>
        </w:tc>
        <w:tc>
          <w:tcPr>
            <w:tcW w:w="1015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E1D52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E1D52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220A7B" w:rsidRDefault="00E37437" w:rsidP="00D83496">
            <w:pPr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220A7B">
              <w:rPr>
                <w:rFonts w:ascii="Times New Roman" w:hAnsi="Times New Roman"/>
              </w:rPr>
              <w:t>Реализация мероприятий подпрограммы "У</w:t>
            </w:r>
            <w:r w:rsidRPr="00220A7B">
              <w:rPr>
                <w:rFonts w:ascii="Times New Roman" w:hAnsi="Times New Roman"/>
              </w:rPr>
              <w:t>с</w:t>
            </w:r>
            <w:r w:rsidRPr="00220A7B">
              <w:rPr>
                <w:rFonts w:ascii="Times New Roman" w:hAnsi="Times New Roman"/>
              </w:rPr>
              <w:t>тойчивое развитие сельских территорий" за счет средств республиканского и федеральн</w:t>
            </w:r>
            <w:r w:rsidRPr="00220A7B">
              <w:rPr>
                <w:rFonts w:ascii="Times New Roman" w:hAnsi="Times New Roman"/>
              </w:rPr>
              <w:t>о</w:t>
            </w:r>
            <w:r w:rsidRPr="00220A7B">
              <w:rPr>
                <w:rFonts w:ascii="Times New Roman" w:hAnsi="Times New Roman"/>
              </w:rPr>
              <w:t>го бюджета</w:t>
            </w:r>
          </w:p>
        </w:tc>
        <w:tc>
          <w:tcPr>
            <w:tcW w:w="1838" w:type="dxa"/>
            <w:vAlign w:val="bottom"/>
          </w:tcPr>
          <w:p w:rsidR="00E37437" w:rsidRPr="00220A7B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20A7B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01R018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20A7B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0A7B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52875">
              <w:rPr>
                <w:rFonts w:ascii="Times New Roman" w:hAnsi="Times New Roman"/>
                <w:color w:val="000000"/>
                <w:lang w:eastAsia="ru-RU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Pr="00A50A20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20A7B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01R018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8729E7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29E7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4515F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8D43A9" w:rsidRDefault="00E37437" w:rsidP="00EB609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D43A9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Pr="00A50A2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20A7B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01R018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8729E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29E7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132D1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D1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132D1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D15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8D43A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D43A9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52875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838" w:type="dxa"/>
            <w:vAlign w:val="bottom"/>
          </w:tcPr>
          <w:p w:rsidR="00E37437" w:rsidRPr="00A50A20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20A7B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01R018</w:t>
            </w:r>
            <w:r>
              <w:rPr>
                <w:rFonts w:ascii="Times New Roman" w:hAnsi="Times New Roman"/>
              </w:rPr>
              <w:t xml:space="preserve"> </w:t>
            </w:r>
            <w:r w:rsidRPr="00220A7B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8729E7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29E7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132D1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D15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Pr="00132D15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D15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8D43A9" w:rsidRDefault="00E37437" w:rsidP="004F1F03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D43A9">
              <w:rPr>
                <w:rFonts w:ascii="Times New Roman" w:hAnsi="Times New Roman"/>
                <w:color w:val="000000"/>
                <w:lang w:eastAsia="ru-RU"/>
              </w:rPr>
              <w:t>4592,7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E0D1E" w:rsidRDefault="00E37437" w:rsidP="002E038B">
            <w:pPr>
              <w:spacing w:after="100" w:line="240" w:lineRule="auto"/>
              <w:jc w:val="both"/>
              <w:rPr>
                <w:rFonts w:ascii="Times New Roman" w:hAnsi="Times New Roman"/>
                <w:b/>
              </w:rPr>
            </w:pPr>
            <w:r w:rsidRPr="005E0D1E">
              <w:rPr>
                <w:rStyle w:val="10"/>
                <w:b/>
                <w:sz w:val="22"/>
                <w:lang w:eastAsia="en-US"/>
              </w:rPr>
              <w:t>Муниципальная программа «О доро</w:t>
            </w:r>
            <w:r w:rsidRPr="005E0D1E">
              <w:rPr>
                <w:rStyle w:val="10"/>
                <w:b/>
                <w:sz w:val="22"/>
                <w:lang w:eastAsia="en-US"/>
              </w:rPr>
              <w:t>ж</w:t>
            </w:r>
            <w:r w:rsidRPr="005E0D1E">
              <w:rPr>
                <w:rStyle w:val="10"/>
                <w:b/>
                <w:sz w:val="22"/>
                <w:lang w:eastAsia="en-US"/>
              </w:rPr>
              <w:t>ных работах на дорогах общего польз</w:t>
            </w:r>
            <w:r w:rsidRPr="005E0D1E">
              <w:rPr>
                <w:rStyle w:val="10"/>
                <w:b/>
                <w:sz w:val="22"/>
                <w:lang w:eastAsia="en-US"/>
              </w:rPr>
              <w:t>о</w:t>
            </w:r>
            <w:r w:rsidRPr="005E0D1E">
              <w:rPr>
                <w:rStyle w:val="10"/>
                <w:b/>
                <w:sz w:val="22"/>
                <w:lang w:eastAsia="en-US"/>
              </w:rPr>
              <w:t>вания местного значения Аксубаевского муниципального района на 201</w:t>
            </w:r>
            <w:r>
              <w:rPr>
                <w:rStyle w:val="10"/>
                <w:b/>
                <w:sz w:val="22"/>
                <w:lang w:eastAsia="en-US"/>
              </w:rPr>
              <w:t>7</w:t>
            </w:r>
            <w:r w:rsidRPr="005E0D1E">
              <w:rPr>
                <w:rStyle w:val="10"/>
                <w:b/>
                <w:sz w:val="22"/>
                <w:lang w:eastAsia="en-US"/>
              </w:rPr>
              <w:t xml:space="preserve"> год»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Д1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 xml:space="preserve">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D2329A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D2329A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D2329A" w:rsidRDefault="00E37437" w:rsidP="00AD35CB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25705,2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сети авт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мобильных дорог общего пользования»</w:t>
            </w:r>
          </w:p>
        </w:tc>
        <w:tc>
          <w:tcPr>
            <w:tcW w:w="1838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Д1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0000 0</w:t>
            </w:r>
          </w:p>
        </w:tc>
        <w:tc>
          <w:tcPr>
            <w:tcW w:w="1015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943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494394" w:rsidRDefault="00E37437" w:rsidP="00AD35C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Содержание и управление дорожным хозяйс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вом</w:t>
            </w:r>
          </w:p>
        </w:tc>
        <w:tc>
          <w:tcPr>
            <w:tcW w:w="1838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Д1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03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5 0</w:t>
            </w:r>
          </w:p>
        </w:tc>
        <w:tc>
          <w:tcPr>
            <w:tcW w:w="1015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943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494394" w:rsidRDefault="00E37437" w:rsidP="00AD35C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Д1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03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5 0</w:t>
            </w:r>
          </w:p>
        </w:tc>
        <w:tc>
          <w:tcPr>
            <w:tcW w:w="1015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943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494394" w:rsidRDefault="00E37437" w:rsidP="00913CA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838" w:type="dxa"/>
            <w:vAlign w:val="bottom"/>
          </w:tcPr>
          <w:p w:rsidR="00E37437" w:rsidRPr="00494394" w:rsidRDefault="00E37437" w:rsidP="00B8009E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Д1 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0 0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0 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03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5 0</w:t>
            </w:r>
          </w:p>
        </w:tc>
        <w:tc>
          <w:tcPr>
            <w:tcW w:w="1015" w:type="dxa"/>
            <w:vAlign w:val="bottom"/>
          </w:tcPr>
          <w:p w:rsidR="00E37437" w:rsidRPr="00494394" w:rsidRDefault="00E37437" w:rsidP="00B8009E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4943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494394" w:rsidRDefault="00E37437" w:rsidP="00913CA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94394" w:rsidRDefault="00E37437" w:rsidP="00F451F0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1838" w:type="dxa"/>
            <w:vAlign w:val="bottom"/>
          </w:tcPr>
          <w:p w:rsidR="00E37437" w:rsidRPr="00494394" w:rsidRDefault="00E37437" w:rsidP="00B8009E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Д1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0 0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 xml:space="preserve"> 03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494394">
              <w:rPr>
                <w:rFonts w:ascii="Times New Roman" w:hAnsi="Times New Roman"/>
                <w:color w:val="000000"/>
                <w:lang w:eastAsia="ru-RU"/>
              </w:rPr>
              <w:t>5 0</w:t>
            </w:r>
          </w:p>
        </w:tc>
        <w:tc>
          <w:tcPr>
            <w:tcW w:w="1015" w:type="dxa"/>
            <w:vAlign w:val="bottom"/>
          </w:tcPr>
          <w:p w:rsidR="00E37437" w:rsidRPr="00494394" w:rsidRDefault="00E37437" w:rsidP="00B8009E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494394" w:rsidRDefault="00E37437" w:rsidP="002E038B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494394" w:rsidRDefault="00E37437" w:rsidP="000258A1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9439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753" w:type="dxa"/>
            <w:vAlign w:val="bottom"/>
          </w:tcPr>
          <w:p w:rsidR="00E37437" w:rsidRPr="00494394" w:rsidRDefault="00E37437" w:rsidP="00913CA2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25705,2</w:t>
            </w:r>
          </w:p>
        </w:tc>
      </w:tr>
      <w:tr w:rsidR="00E37437" w:rsidRPr="00371815" w:rsidTr="00552325">
        <w:trPr>
          <w:trHeight w:val="563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Государственная программа «Развитие ю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тиции в Республике Татарстан на 2017- 2020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2,1</w:t>
            </w:r>
          </w:p>
        </w:tc>
      </w:tr>
      <w:tr w:rsidR="00E37437" w:rsidRPr="00371815" w:rsidTr="00552325">
        <w:trPr>
          <w:trHeight w:val="609"/>
        </w:trPr>
        <w:tc>
          <w:tcPr>
            <w:tcW w:w="4671" w:type="dxa"/>
            <w:vAlign w:val="bottom"/>
          </w:tcPr>
          <w:p w:rsidR="00E37437" w:rsidRPr="00192B7F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</w:t>
            </w:r>
            <w:r w:rsidRPr="00192B7F">
              <w:rPr>
                <w:rFonts w:ascii="Times New Roman" w:hAnsi="Times New Roman"/>
              </w:rPr>
              <w:t>грамма</w:t>
            </w:r>
            <w:r>
              <w:rPr>
                <w:rFonts w:ascii="Times New Roman" w:hAnsi="Times New Roman"/>
              </w:rPr>
              <w:t xml:space="preserve"> «Реализация государственной политики в сфере юстиции в пределах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мочий РТ»</w:t>
            </w:r>
          </w:p>
        </w:tc>
        <w:tc>
          <w:tcPr>
            <w:tcW w:w="1838" w:type="dxa"/>
            <w:vAlign w:val="bottom"/>
          </w:tcPr>
          <w:p w:rsidR="00E37437" w:rsidRPr="00192B7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24 1 00 0000 0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EE18E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E18E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E18E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2,1</w:t>
            </w:r>
          </w:p>
        </w:tc>
      </w:tr>
      <w:tr w:rsidR="00E37437" w:rsidRPr="00371815" w:rsidTr="00552325">
        <w:trPr>
          <w:trHeight w:val="461"/>
        </w:trPr>
        <w:tc>
          <w:tcPr>
            <w:tcW w:w="4671" w:type="dxa"/>
            <w:vAlign w:val="bottom"/>
          </w:tcPr>
          <w:p w:rsidR="00E37437" w:rsidRPr="00552325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2325"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политики в сфере юстиции в пределах полномочий РТ»</w:t>
            </w:r>
          </w:p>
        </w:tc>
        <w:tc>
          <w:tcPr>
            <w:tcW w:w="1838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24 1 01 0000 0</w:t>
            </w:r>
          </w:p>
        </w:tc>
        <w:tc>
          <w:tcPr>
            <w:tcW w:w="1015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552325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52325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2325">
              <w:rPr>
                <w:rFonts w:ascii="Times New Roman" w:hAnsi="Times New Roman"/>
                <w:sz w:val="20"/>
                <w:szCs w:val="20"/>
              </w:rPr>
              <w:t>На реализацию полномочий по сбору информаций от поселений, входящих в МР, необходимой для ведения регистра муниципальных правовых актов РТ</w:t>
            </w:r>
          </w:p>
        </w:tc>
        <w:tc>
          <w:tcPr>
            <w:tcW w:w="1838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24 1 01 2539 0 </w:t>
            </w:r>
          </w:p>
        </w:tc>
        <w:tc>
          <w:tcPr>
            <w:tcW w:w="1015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552325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52325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1838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24 1 01 2539 0</w:t>
            </w:r>
          </w:p>
        </w:tc>
        <w:tc>
          <w:tcPr>
            <w:tcW w:w="1015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552325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552325" w:rsidRDefault="00E37437" w:rsidP="00845472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552325" w:rsidRDefault="00E37437" w:rsidP="00DF7A8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24 1 01 2539 0</w:t>
            </w:r>
          </w:p>
        </w:tc>
        <w:tc>
          <w:tcPr>
            <w:tcW w:w="1015" w:type="dxa"/>
            <w:vAlign w:val="bottom"/>
          </w:tcPr>
          <w:p w:rsidR="00E37437" w:rsidRPr="00552325" w:rsidRDefault="00E37437" w:rsidP="00DF7A8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552325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E37437" w:rsidRPr="00371815" w:rsidTr="00552325">
        <w:trPr>
          <w:trHeight w:val="874"/>
        </w:trPr>
        <w:tc>
          <w:tcPr>
            <w:tcW w:w="4671" w:type="dxa"/>
            <w:vAlign w:val="bottom"/>
          </w:tcPr>
          <w:p w:rsidR="00E37437" w:rsidRPr="00552325" w:rsidRDefault="00E37437" w:rsidP="00845472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дерации, высших исполнительных органов гос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дарственной власти субъектов Российской Федер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1838" w:type="dxa"/>
            <w:vAlign w:val="bottom"/>
          </w:tcPr>
          <w:p w:rsidR="00E37437" w:rsidRPr="00552325" w:rsidRDefault="00E37437" w:rsidP="00DF7A8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24 1 01 2539 0</w:t>
            </w:r>
          </w:p>
        </w:tc>
        <w:tc>
          <w:tcPr>
            <w:tcW w:w="1015" w:type="dxa"/>
            <w:vAlign w:val="bottom"/>
          </w:tcPr>
          <w:p w:rsidR="00E37437" w:rsidRPr="00552325" w:rsidRDefault="00E37437" w:rsidP="00DF7A8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552325" w:rsidRDefault="00E37437" w:rsidP="00DF7A8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552325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232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552325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</w:rPr>
              <w:t>Программа Аксубаевского муниципального района по реализации антикорупционной политики на 2015-2020 годы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27 0 00 0000 0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16516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16516">
              <w:rPr>
                <w:rFonts w:ascii="Times New Roman" w:hAnsi="Times New Roman"/>
                <w:color w:val="000000"/>
                <w:lang w:eastAsia="ru-RU"/>
              </w:rPr>
              <w:t>Основное мероприятие «Выявление и устр</w:t>
            </w:r>
            <w:r w:rsidRPr="00316516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316516">
              <w:rPr>
                <w:rFonts w:ascii="Times New Roman" w:hAnsi="Times New Roman"/>
                <w:color w:val="000000"/>
                <w:lang w:eastAsia="ru-RU"/>
              </w:rPr>
              <w:t>нение причин коррупции, противодействие условиям, способствующим ее проявлениям, формирование в обществе нетерпимого отн</w:t>
            </w:r>
            <w:r w:rsidRPr="00316516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316516">
              <w:rPr>
                <w:rFonts w:ascii="Times New Roman" w:hAnsi="Times New Roman"/>
                <w:color w:val="000000"/>
                <w:lang w:eastAsia="ru-RU"/>
              </w:rPr>
              <w:t>шения к коррупции»</w:t>
            </w:r>
          </w:p>
        </w:tc>
        <w:tc>
          <w:tcPr>
            <w:tcW w:w="1838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27 0 01 0000 0</w:t>
            </w:r>
          </w:p>
        </w:tc>
        <w:tc>
          <w:tcPr>
            <w:tcW w:w="1015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3F45B9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0007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0007A">
              <w:rPr>
                <w:rFonts w:ascii="Times New Roman" w:hAnsi="Times New Roman"/>
                <w:color w:val="000000"/>
                <w:lang w:eastAsia="ru-RU"/>
              </w:rPr>
              <w:t>Реализация программных мероприятий</w:t>
            </w:r>
          </w:p>
        </w:tc>
        <w:tc>
          <w:tcPr>
            <w:tcW w:w="1838" w:type="dxa"/>
            <w:vAlign w:val="bottom"/>
          </w:tcPr>
          <w:p w:rsidR="00E37437" w:rsidRPr="0090007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007A">
              <w:rPr>
                <w:rFonts w:ascii="Times New Roman" w:hAnsi="Times New Roman"/>
                <w:color w:val="000000"/>
                <w:lang w:eastAsia="ru-RU"/>
              </w:rPr>
              <w:t>27 0 01 1204 3</w:t>
            </w:r>
          </w:p>
        </w:tc>
        <w:tc>
          <w:tcPr>
            <w:tcW w:w="1015" w:type="dxa"/>
            <w:vAlign w:val="bottom"/>
          </w:tcPr>
          <w:p w:rsidR="00E37437" w:rsidRPr="0090007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007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90007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007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90007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007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90007A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F45B9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3F45B9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3F45B9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27 0 01 1204 3</w:t>
            </w:r>
          </w:p>
        </w:tc>
        <w:tc>
          <w:tcPr>
            <w:tcW w:w="1015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3F45B9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46,3</w:t>
            </w:r>
          </w:p>
        </w:tc>
      </w:tr>
      <w:tr w:rsidR="00E37437" w:rsidRPr="00371815" w:rsidTr="00552325">
        <w:trPr>
          <w:trHeight w:val="285"/>
        </w:trPr>
        <w:tc>
          <w:tcPr>
            <w:tcW w:w="4671" w:type="dxa"/>
            <w:vAlign w:val="bottom"/>
          </w:tcPr>
          <w:p w:rsidR="00E37437" w:rsidRPr="003F45B9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27 0 01 1204 3</w:t>
            </w:r>
          </w:p>
        </w:tc>
        <w:tc>
          <w:tcPr>
            <w:tcW w:w="1015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3F45B9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46,3</w:t>
            </w:r>
          </w:p>
        </w:tc>
      </w:tr>
      <w:tr w:rsidR="00E37437" w:rsidRPr="00371815" w:rsidTr="002E335D">
        <w:trPr>
          <w:trHeight w:val="387"/>
        </w:trPr>
        <w:tc>
          <w:tcPr>
            <w:tcW w:w="4671" w:type="dxa"/>
            <w:vAlign w:val="bottom"/>
          </w:tcPr>
          <w:p w:rsidR="00E37437" w:rsidRPr="00552325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27 0 01 1204 3</w:t>
            </w:r>
          </w:p>
        </w:tc>
        <w:tc>
          <w:tcPr>
            <w:tcW w:w="1015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F45B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3F45B9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Государственная программа «Система х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и</w:t>
            </w: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мической и биологической безопасности Республики Татарстан на 2015 – 2020 годы»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28 0 00 0000 0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Основное мероприятие «Предупреждение б</w:t>
            </w:r>
            <w:r w:rsidRPr="00D47B4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D47B43">
              <w:rPr>
                <w:rFonts w:ascii="Times New Roman" w:hAnsi="Times New Roman"/>
                <w:color w:val="000000"/>
                <w:lang w:eastAsia="ru-RU"/>
              </w:rPr>
              <w:t>лезней животных и защита населения от б</w:t>
            </w:r>
            <w:r w:rsidRPr="00D47B4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D47B43">
              <w:rPr>
                <w:rFonts w:ascii="Times New Roman" w:hAnsi="Times New Roman"/>
                <w:color w:val="000000"/>
                <w:lang w:eastAsia="ru-RU"/>
              </w:rPr>
              <w:t>лезней общих для человека и животных»</w:t>
            </w:r>
          </w:p>
        </w:tc>
        <w:tc>
          <w:tcPr>
            <w:tcW w:w="1838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28 0 01 0000 0</w:t>
            </w:r>
          </w:p>
        </w:tc>
        <w:tc>
          <w:tcPr>
            <w:tcW w:w="1015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47B43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38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28 0 01 2536 0</w:t>
            </w:r>
          </w:p>
        </w:tc>
        <w:tc>
          <w:tcPr>
            <w:tcW w:w="1015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47B43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F45B9" w:rsidRDefault="00E37437" w:rsidP="00A45075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F45B9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3F45B9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3F45B9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28 0 01 2536 0</w:t>
            </w:r>
          </w:p>
        </w:tc>
        <w:tc>
          <w:tcPr>
            <w:tcW w:w="1015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47B43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838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28 0 01 2536 0</w:t>
            </w:r>
          </w:p>
        </w:tc>
        <w:tc>
          <w:tcPr>
            <w:tcW w:w="1015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D47B43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1838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28 0 01 2536 0</w:t>
            </w:r>
          </w:p>
        </w:tc>
        <w:tc>
          <w:tcPr>
            <w:tcW w:w="1015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D47B43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47B4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753" w:type="dxa"/>
            <w:vAlign w:val="bottom"/>
          </w:tcPr>
          <w:p w:rsidR="00E37437" w:rsidRPr="00D47B43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D2329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Непрограммные направления расходов</w:t>
            </w:r>
          </w:p>
        </w:tc>
        <w:tc>
          <w:tcPr>
            <w:tcW w:w="1838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99 0 00 0000 0</w:t>
            </w:r>
          </w:p>
        </w:tc>
        <w:tc>
          <w:tcPr>
            <w:tcW w:w="1015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D2329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329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D2329A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112395,6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51FF3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B51FF3">
              <w:rPr>
                <w:rFonts w:ascii="Times New Roman" w:hAnsi="Times New Roman"/>
                <w:szCs w:val="24"/>
              </w:rPr>
              <w:t>Проведение муниципальных выборов</w:t>
            </w:r>
          </w:p>
        </w:tc>
        <w:tc>
          <w:tcPr>
            <w:tcW w:w="1838" w:type="dxa"/>
            <w:vAlign w:val="bottom"/>
          </w:tcPr>
          <w:p w:rsidR="00E37437" w:rsidRPr="00B51FF3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1FF3">
              <w:rPr>
                <w:rFonts w:ascii="Times New Roman" w:hAnsi="Times New Roman"/>
              </w:rPr>
              <w:t>99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0201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1FF3">
              <w:rPr>
                <w:rFonts w:ascii="Times New Roman" w:hAnsi="Times New Roman"/>
              </w:rPr>
              <w:t>99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0201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1FF3">
              <w:rPr>
                <w:rFonts w:ascii="Times New Roman" w:hAnsi="Times New Roman"/>
              </w:rPr>
              <w:t>99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0201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7489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87489A">
              <w:rPr>
                <w:rFonts w:ascii="Times New Roman" w:hAnsi="Times New Roman"/>
                <w:szCs w:val="24"/>
              </w:rPr>
              <w:t>Обеспечение проведения выборов и рефере</w:t>
            </w:r>
            <w:r w:rsidRPr="0087489A">
              <w:rPr>
                <w:rFonts w:ascii="Times New Roman" w:hAnsi="Times New Roman"/>
                <w:szCs w:val="24"/>
              </w:rPr>
              <w:t>н</w:t>
            </w:r>
            <w:r w:rsidRPr="0087489A">
              <w:rPr>
                <w:rFonts w:ascii="Times New Roman" w:hAnsi="Times New Roman"/>
                <w:szCs w:val="24"/>
              </w:rPr>
              <w:t>думов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1FF3">
              <w:rPr>
                <w:rFonts w:ascii="Times New Roman" w:hAnsi="Times New Roman"/>
              </w:rPr>
              <w:t>99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0201</w:t>
            </w:r>
            <w:r>
              <w:rPr>
                <w:rFonts w:ascii="Times New Roman" w:hAnsi="Times New Roman"/>
              </w:rPr>
              <w:t xml:space="preserve"> </w:t>
            </w:r>
            <w:r w:rsidRPr="00B51FF3">
              <w:rPr>
                <w:rFonts w:ascii="Times New Roman" w:hAnsi="Times New Roman"/>
              </w:rPr>
              <w:t>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B7FED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99 0 00 0203 0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B7FE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3059,8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B7FE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99 0 00 0203 0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B7FE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3059,8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B7FE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99 0 00 0203 0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9B7FE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3059,8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B7FED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9B7FED">
              <w:rPr>
                <w:rFonts w:ascii="Times New Roman" w:hAnsi="Times New Roman"/>
                <w:color w:val="000000"/>
                <w:lang w:eastAsia="ru-RU"/>
              </w:rPr>
              <w:t>ципального образования</w:t>
            </w:r>
          </w:p>
        </w:tc>
        <w:tc>
          <w:tcPr>
            <w:tcW w:w="1838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99 0 00 0203 0</w:t>
            </w:r>
          </w:p>
        </w:tc>
        <w:tc>
          <w:tcPr>
            <w:tcW w:w="1015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B7FE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7FED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9B7FE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3059,8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3261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838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3261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36673,7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3261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132610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3261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26486,2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3261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13261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32610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13261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26486,2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Функционирование законодательных (пре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ставительных) органов государственной вл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сти и представительных органов муниципал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8C5450">
              <w:rPr>
                <w:rFonts w:ascii="Times New Roman" w:hAnsi="Times New Roman"/>
                <w:color w:val="000000"/>
                <w:lang w:eastAsia="ru-RU"/>
              </w:rPr>
              <w:t>ных образований</w:t>
            </w:r>
          </w:p>
        </w:tc>
        <w:tc>
          <w:tcPr>
            <w:tcW w:w="1838" w:type="dxa"/>
            <w:vAlign w:val="bottom"/>
          </w:tcPr>
          <w:p w:rsidR="00E37437" w:rsidRPr="008C545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8C545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8C545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8C5450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8C545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6463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8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8C545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12200,8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</w:rPr>
              <w:t>Обеспечение деятельности финансовых, нал</w:t>
            </w:r>
            <w:r w:rsidRPr="008C5450">
              <w:rPr>
                <w:rFonts w:ascii="Times New Roman" w:hAnsi="Times New Roman"/>
              </w:rPr>
              <w:t>о</w:t>
            </w:r>
            <w:r w:rsidRPr="008C5450">
              <w:rPr>
                <w:rFonts w:ascii="Times New Roman" w:hAnsi="Times New Roman"/>
              </w:rPr>
              <w:t>говых и таможенных органов и органов ф</w:t>
            </w:r>
            <w:r w:rsidRPr="008C5450">
              <w:rPr>
                <w:rFonts w:ascii="Times New Roman" w:hAnsi="Times New Roman"/>
              </w:rPr>
              <w:t>и</w:t>
            </w:r>
            <w:r w:rsidRPr="008C5450">
              <w:rPr>
                <w:rFonts w:ascii="Times New Roman" w:hAnsi="Times New Roman"/>
              </w:rPr>
              <w:t>нансового (финансово-бюджетного) надзора</w:t>
            </w:r>
          </w:p>
        </w:tc>
        <w:tc>
          <w:tcPr>
            <w:tcW w:w="1838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1753" w:type="dxa"/>
            <w:vAlign w:val="bottom"/>
          </w:tcPr>
          <w:p w:rsidR="00E37437" w:rsidRPr="008C545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6055,1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8C5450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8C5450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5450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8C5450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1767,3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A44A9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44A9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EA44A9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EA44A9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EA44A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A44A9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EA44A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A44A9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A44A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A44A9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A44A9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9947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3406F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9947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Функционирование законодательных (пре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ставительных) органов государственной вл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сти и представительных органов муниципал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3406FF">
              <w:rPr>
                <w:rFonts w:ascii="Times New Roman" w:hAnsi="Times New Roman"/>
                <w:color w:val="000000"/>
                <w:lang w:eastAsia="ru-RU"/>
              </w:rPr>
              <w:t>ных образований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3406F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3079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3406F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4498,0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</w:rPr>
              <w:t>Обеспечение деятельности финансовых, нал</w:t>
            </w:r>
            <w:r w:rsidRPr="003406FF">
              <w:rPr>
                <w:rFonts w:ascii="Times New Roman" w:hAnsi="Times New Roman"/>
              </w:rPr>
              <w:t>о</w:t>
            </w:r>
            <w:r w:rsidRPr="003406FF">
              <w:rPr>
                <w:rFonts w:ascii="Times New Roman" w:hAnsi="Times New Roman"/>
              </w:rPr>
              <w:t>говых и таможенных органов и органов ф</w:t>
            </w:r>
            <w:r w:rsidRPr="003406FF">
              <w:rPr>
                <w:rFonts w:ascii="Times New Roman" w:hAnsi="Times New Roman"/>
              </w:rPr>
              <w:t>и</w:t>
            </w:r>
            <w:r w:rsidRPr="003406FF">
              <w:rPr>
                <w:rFonts w:ascii="Times New Roman" w:hAnsi="Times New Roman"/>
              </w:rPr>
              <w:t>нансового (финансово-бюджетного) надзора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1753" w:type="dxa"/>
            <w:vAlign w:val="bottom"/>
          </w:tcPr>
          <w:p w:rsidR="00E37437" w:rsidRPr="003406F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1381,2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3406FF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988,8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38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146D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9146D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9146D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240,5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9146D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240,5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Функционирование законодательных (пре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ставительных) органов государственной вл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сти и представительных органов муниципал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9146DD">
              <w:rPr>
                <w:rFonts w:ascii="Times New Roman" w:hAnsi="Times New Roman"/>
                <w:color w:val="000000"/>
                <w:lang w:eastAsia="ru-RU"/>
              </w:rPr>
              <w:t>ных образований</w:t>
            </w:r>
          </w:p>
        </w:tc>
        <w:tc>
          <w:tcPr>
            <w:tcW w:w="1838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9146D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8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9146D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</w:rPr>
              <w:t>Обеспечение деятельности финансовых, нал</w:t>
            </w:r>
            <w:r w:rsidRPr="009146DD">
              <w:rPr>
                <w:rFonts w:ascii="Times New Roman" w:hAnsi="Times New Roman"/>
              </w:rPr>
              <w:t>о</w:t>
            </w:r>
            <w:r w:rsidRPr="009146DD">
              <w:rPr>
                <w:rFonts w:ascii="Times New Roman" w:hAnsi="Times New Roman"/>
              </w:rPr>
              <w:t>говых и таможенных органов и органов ф</w:t>
            </w:r>
            <w:r w:rsidRPr="009146DD">
              <w:rPr>
                <w:rFonts w:ascii="Times New Roman" w:hAnsi="Times New Roman"/>
              </w:rPr>
              <w:t>и</w:t>
            </w:r>
            <w:r w:rsidRPr="009146DD">
              <w:rPr>
                <w:rFonts w:ascii="Times New Roman" w:hAnsi="Times New Roman"/>
              </w:rPr>
              <w:t>нансового (финансово-бюджетного) надзора</w:t>
            </w:r>
          </w:p>
        </w:tc>
        <w:tc>
          <w:tcPr>
            <w:tcW w:w="1838" w:type="dxa"/>
            <w:vAlign w:val="bottom"/>
          </w:tcPr>
          <w:p w:rsidR="00E37437" w:rsidRPr="009146DD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9146D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9146D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9146DD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1753" w:type="dxa"/>
            <w:vAlign w:val="bottom"/>
          </w:tcPr>
          <w:p w:rsidR="00E37437" w:rsidRPr="009146DD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99 0 00 0204 0</w:t>
            </w:r>
          </w:p>
        </w:tc>
        <w:tc>
          <w:tcPr>
            <w:tcW w:w="1015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3406FF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F2104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38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99 0 00 0295 0</w:t>
            </w:r>
          </w:p>
        </w:tc>
        <w:tc>
          <w:tcPr>
            <w:tcW w:w="1015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F2104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1656,6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F2104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38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99 0 00 0295 0</w:t>
            </w:r>
          </w:p>
        </w:tc>
        <w:tc>
          <w:tcPr>
            <w:tcW w:w="1015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6F2104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1656,6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F2104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6F2104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99 0 00 0295 0</w:t>
            </w:r>
          </w:p>
        </w:tc>
        <w:tc>
          <w:tcPr>
            <w:tcW w:w="1015" w:type="dxa"/>
            <w:vAlign w:val="bottom"/>
          </w:tcPr>
          <w:p w:rsidR="00E37437" w:rsidRPr="006F2104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6F2104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1656,6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6F2104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99 0 00 0295 0</w:t>
            </w:r>
          </w:p>
        </w:tc>
        <w:tc>
          <w:tcPr>
            <w:tcW w:w="1015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6F2104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F210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6F2104" w:rsidRDefault="00E37437" w:rsidP="000B7EC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1656,6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153BF3">
            <w:pPr>
              <w:spacing w:after="140"/>
              <w:jc w:val="both"/>
              <w:rPr>
                <w:rFonts w:ascii="Times New Roman" w:hAnsi="Times New Roman"/>
              </w:rPr>
            </w:pPr>
            <w:r w:rsidRPr="00A52E49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F6258" w:rsidRDefault="00E37437" w:rsidP="00C6431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1122,4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153BF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A52E49">
              <w:rPr>
                <w:rFonts w:ascii="Times New Roman" w:hAnsi="Times New Roman"/>
                <w:szCs w:val="24"/>
              </w:rPr>
              <w:t>Закупка товаров, работ и услуг для государс</w:t>
            </w:r>
            <w:r w:rsidRPr="00A52E49">
              <w:rPr>
                <w:rFonts w:ascii="Times New Roman" w:hAnsi="Times New Roman"/>
                <w:szCs w:val="24"/>
              </w:rPr>
              <w:t>т</w:t>
            </w:r>
            <w:r w:rsidRPr="00A52E49">
              <w:rPr>
                <w:rFonts w:ascii="Times New Roman" w:hAnsi="Times New Roman"/>
                <w:szCs w:val="24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2F6258" w:rsidRDefault="00E37437" w:rsidP="00C6431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1036,1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153BF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2F6258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2F6258" w:rsidRDefault="00E37437" w:rsidP="00C6431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1036,1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153BF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153BF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2F6258" w:rsidRDefault="00E37437" w:rsidP="00C6431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1036,1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4F1F03">
            <w:pPr>
              <w:spacing w:after="1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3759">
              <w:rPr>
                <w:rFonts w:ascii="Times New Roman" w:hAnsi="Times New Roman"/>
              </w:rPr>
              <w:t>Социальное обеспечение и иные выплаты н</w:t>
            </w:r>
            <w:r w:rsidRPr="00463759">
              <w:rPr>
                <w:rFonts w:ascii="Times New Roman" w:hAnsi="Times New Roman"/>
              </w:rPr>
              <w:t>а</w:t>
            </w:r>
            <w:r w:rsidRPr="00463759">
              <w:rPr>
                <w:rFonts w:ascii="Times New Roman" w:hAnsi="Times New Roman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4F1F0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2F6258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4F1F0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146DD" w:rsidRDefault="00E37437" w:rsidP="004F1F03">
            <w:pPr>
              <w:spacing w:after="1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4F1F0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2F6258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A52E49" w:rsidRDefault="00E37437" w:rsidP="004F1F03">
            <w:pPr>
              <w:spacing w:after="140"/>
              <w:jc w:val="both"/>
              <w:rPr>
                <w:rFonts w:ascii="Times New Roman" w:hAnsi="Times New Roman"/>
                <w:szCs w:val="24"/>
              </w:rPr>
            </w:pPr>
            <w:r w:rsidRPr="009146DD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99 0 00 0923 0</w:t>
            </w:r>
          </w:p>
        </w:tc>
        <w:tc>
          <w:tcPr>
            <w:tcW w:w="1015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16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2F6258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B72F5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bCs/>
                <w:iCs/>
              </w:rPr>
              <w:t>Дотация на выравнивание бюджетной обесп</w:t>
            </w:r>
            <w:r w:rsidRPr="00F1733A">
              <w:rPr>
                <w:rFonts w:ascii="Times New Roman" w:hAnsi="Times New Roman"/>
                <w:bCs/>
                <w:iCs/>
              </w:rPr>
              <w:t>е</w:t>
            </w:r>
            <w:r w:rsidRPr="00F1733A">
              <w:rPr>
                <w:rFonts w:ascii="Times New Roman" w:hAnsi="Times New Roman"/>
                <w:bCs/>
                <w:iCs/>
              </w:rPr>
              <w:t>ченности поселений , источником финансов</w:t>
            </w:r>
            <w:r w:rsidRPr="00F1733A">
              <w:rPr>
                <w:rFonts w:ascii="Times New Roman" w:hAnsi="Times New Roman"/>
                <w:bCs/>
                <w:iCs/>
              </w:rPr>
              <w:t>о</w:t>
            </w:r>
            <w:r w:rsidRPr="00F1733A">
              <w:rPr>
                <w:rFonts w:ascii="Times New Roman" w:hAnsi="Times New Roman"/>
                <w:bCs/>
                <w:iCs/>
              </w:rPr>
              <w:t>го обеспечения которых являются средства бюджетов муниципальных районов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99 0 00 2504 0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1733A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611,7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99 0 00 2504 0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1733A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611,7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99 0 00 2504 0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1733A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611,7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Дотации на выравнивание бюджетной обесп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99 0 00 2504 0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F1733A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611,7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F3E11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F3E11">
              <w:rPr>
                <w:rFonts w:ascii="Times New Roman" w:hAnsi="Times New Roman"/>
              </w:rPr>
              <w:t>Межбюджетные трансферты, передаваемые бюджетам поселений на решение вопросов местного значения, осуществляемое с привл</w:t>
            </w:r>
            <w:r w:rsidRPr="00EF3E11">
              <w:rPr>
                <w:rFonts w:ascii="Times New Roman" w:hAnsi="Times New Roman"/>
              </w:rPr>
              <w:t>е</w:t>
            </w:r>
            <w:r w:rsidRPr="00EF3E11">
              <w:rPr>
                <w:rFonts w:ascii="Times New Roman" w:hAnsi="Times New Roman"/>
              </w:rPr>
              <w:t>чением средств самообложения граждан, за счет средств бюджета РТ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99 0 00 2514 1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19058,2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942328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99 0 00 2514 1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19058,2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99 0 00 2514 1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19058,2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F20C8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F20C8">
              <w:rPr>
                <w:rFonts w:ascii="Times New Roman" w:hAnsi="Times New Roman"/>
              </w:rPr>
              <w:t>Прочие межбюджетные трансферты общего характера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99 0 00 2514 1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19058,2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F77E0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F77E0">
              <w:rPr>
                <w:rFonts w:ascii="Times New Roman" w:hAnsi="Times New Roman"/>
              </w:rPr>
              <w:t>Межбюджетные трансферты, передаваемые бюджетам поселений для компенсации допо</w:t>
            </w:r>
            <w:r w:rsidRPr="004F77E0">
              <w:rPr>
                <w:rFonts w:ascii="Times New Roman" w:hAnsi="Times New Roman"/>
              </w:rPr>
              <w:t>л</w:t>
            </w:r>
            <w:r w:rsidRPr="004F77E0">
              <w:rPr>
                <w:rFonts w:ascii="Times New Roman" w:hAnsi="Times New Roman"/>
              </w:rPr>
              <w:t>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6268,4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6268,4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406FF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1383,2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F20C8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1383,2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F20C8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5B222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138,8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723F7D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723F7D">
              <w:rPr>
                <w:rFonts w:ascii="Times New Roman" w:hAnsi="Times New Roman"/>
                <w:szCs w:val="24"/>
              </w:rPr>
              <w:t>Обеспечение пожарной безопасности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138,8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F0229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4A08C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4613,2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F20C8">
              <w:rPr>
                <w:rFonts w:ascii="Times New Roman" w:hAnsi="Times New Roman"/>
              </w:rPr>
              <w:t>Прочие межбюджетные трансферты общего характера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99 0 00 2515 1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4613,2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5843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5843">
              <w:rPr>
                <w:rFonts w:ascii="Times New Roman" w:hAnsi="Times New Roman"/>
                <w:color w:val="000000"/>
              </w:rPr>
              <w:t>Межбюджетные трансферты, передаваемые бюджетам муниципальных образований  на предоставление грантов сельским поселениям Республики Татарстан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99 0 00 2519 0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514F10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99 0 00 2519 0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514F10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2000</w:t>
            </w:r>
          </w:p>
        </w:tc>
      </w:tr>
      <w:tr w:rsidR="00E37437" w:rsidRPr="00371815" w:rsidTr="00CC16D3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173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1733A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99 0 00 2519 0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514F10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F0229" w:rsidRDefault="00E37437" w:rsidP="004F1F03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F20C8">
              <w:rPr>
                <w:rFonts w:ascii="Times New Roman" w:hAnsi="Times New Roman"/>
              </w:rPr>
              <w:t>Прочие межбюджетные трансферты общего характера</w:t>
            </w:r>
          </w:p>
        </w:tc>
        <w:tc>
          <w:tcPr>
            <w:tcW w:w="1838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99 0 00 2519 0</w:t>
            </w:r>
          </w:p>
        </w:tc>
        <w:tc>
          <w:tcPr>
            <w:tcW w:w="1015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F1733A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Default="00E37437" w:rsidP="00514F10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2000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850C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99 0 00 25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0 0</w:t>
            </w:r>
          </w:p>
        </w:tc>
        <w:tc>
          <w:tcPr>
            <w:tcW w:w="1015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850CB" w:rsidRDefault="00E37437" w:rsidP="006F78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882,8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850C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38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99 0 00 2524 0</w:t>
            </w:r>
          </w:p>
        </w:tc>
        <w:tc>
          <w:tcPr>
            <w:tcW w:w="1015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4850CB" w:rsidRDefault="00E37437" w:rsidP="006F78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850C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4850CB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4850CB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99 0 00 2524 0</w:t>
            </w:r>
          </w:p>
        </w:tc>
        <w:tc>
          <w:tcPr>
            <w:tcW w:w="1015" w:type="dxa"/>
            <w:vAlign w:val="bottom"/>
          </w:tcPr>
          <w:p w:rsidR="00E37437" w:rsidRPr="004850CB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4850CB" w:rsidRDefault="00E37437" w:rsidP="006F78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850C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99 0 00 2524 0</w:t>
            </w:r>
          </w:p>
        </w:tc>
        <w:tc>
          <w:tcPr>
            <w:tcW w:w="1015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01</w:t>
            </w:r>
          </w:p>
        </w:tc>
        <w:tc>
          <w:tcPr>
            <w:tcW w:w="523" w:type="dxa"/>
            <w:vAlign w:val="bottom"/>
          </w:tcPr>
          <w:p w:rsidR="00E37437" w:rsidRPr="004850C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850CB">
              <w:rPr>
                <w:rFonts w:ascii="Times New Roman" w:hAnsi="Times New Roman"/>
                <w:color w:val="000000"/>
                <w:lang w:eastAsia="ru-RU"/>
              </w:rPr>
              <w:t> 00</w:t>
            </w:r>
          </w:p>
        </w:tc>
        <w:tc>
          <w:tcPr>
            <w:tcW w:w="1753" w:type="dxa"/>
            <w:vAlign w:val="bottom"/>
          </w:tcPr>
          <w:p w:rsidR="00E37437" w:rsidRPr="004850CB" w:rsidRDefault="00E37437" w:rsidP="006F78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52537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38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99 0 00 2524 0</w:t>
            </w:r>
          </w:p>
        </w:tc>
        <w:tc>
          <w:tcPr>
            <w:tcW w:w="1015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753" w:type="dxa"/>
            <w:vAlign w:val="bottom"/>
          </w:tcPr>
          <w:p w:rsidR="00E37437" w:rsidRPr="00B52537" w:rsidRDefault="00E37437" w:rsidP="007225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52537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по образованию и организации деятельности к</w:t>
            </w:r>
            <w:r w:rsidRPr="00B525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52537">
              <w:rPr>
                <w:rFonts w:ascii="Times New Roman" w:hAnsi="Times New Roman"/>
                <w:color w:val="000000"/>
                <w:lang w:eastAsia="ru-RU"/>
              </w:rPr>
              <w:t>миссий по делам несовершеннолетних и защ</w:t>
            </w:r>
            <w:r w:rsidRPr="00B52537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B52537">
              <w:rPr>
                <w:rFonts w:ascii="Times New Roman" w:hAnsi="Times New Roman"/>
                <w:color w:val="000000"/>
                <w:lang w:eastAsia="ru-RU"/>
              </w:rPr>
              <w:t>те их прав</w:t>
            </w:r>
          </w:p>
        </w:tc>
        <w:tc>
          <w:tcPr>
            <w:tcW w:w="1838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52537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5253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52537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304,7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304,7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304,7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CA3291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CA3291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99 0 00 2526 0</w:t>
            </w:r>
          </w:p>
        </w:tc>
        <w:tc>
          <w:tcPr>
            <w:tcW w:w="1015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CA3291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A329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CA3291" w:rsidRDefault="00E37437" w:rsidP="001A3A9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0,5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по образованию и организации деятельности а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министративных комиссий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243,9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242,7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E62FE2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E62FE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99 0 00 2527 0</w:t>
            </w:r>
          </w:p>
        </w:tc>
        <w:tc>
          <w:tcPr>
            <w:tcW w:w="1015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E62FE2" w:rsidRDefault="00E37437" w:rsidP="00F2129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62FE2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E62FE2" w:rsidRDefault="00E37437" w:rsidP="000C02F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99 0 00 2534 0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286FA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99 0 00 2534 0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286FA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99 0 00 2534 0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286FA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99 0 00 2534 0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286FA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74,3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99 0 00 2535 0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FE543B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99 0 00 2535 0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99 0 00 2535 0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99 0 00 2535 0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FE543B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0,1</w:t>
            </w:r>
          </w:p>
        </w:tc>
      </w:tr>
      <w:tr w:rsidR="00E37437" w:rsidRPr="00371815" w:rsidTr="009834BF">
        <w:trPr>
          <w:trHeight w:val="1118"/>
        </w:trPr>
        <w:tc>
          <w:tcPr>
            <w:tcW w:w="4671" w:type="dxa"/>
          </w:tcPr>
          <w:p w:rsidR="00E37437" w:rsidRPr="00DE5438" w:rsidRDefault="00E37437" w:rsidP="00DE5438">
            <w:pPr>
              <w:rPr>
                <w:rFonts w:ascii="Times New Roman" w:hAnsi="Times New Roman"/>
              </w:rPr>
            </w:pPr>
            <w:r w:rsidRPr="00DE5438">
              <w:rPr>
                <w:rFonts w:ascii="Times New Roman" w:hAnsi="Times New Roman"/>
              </w:rPr>
              <w:t>Реализация государственных полномочий по распоряжению земельными участками, гос</w:t>
            </w:r>
            <w:r w:rsidRPr="00DE5438">
              <w:rPr>
                <w:rFonts w:ascii="Times New Roman" w:hAnsi="Times New Roman"/>
              </w:rPr>
              <w:t>у</w:t>
            </w:r>
            <w:r w:rsidRPr="00DE5438">
              <w:rPr>
                <w:rFonts w:ascii="Times New Roman" w:hAnsi="Times New Roman"/>
              </w:rPr>
              <w:t>дарственная собственность на которые не ра</w:t>
            </w:r>
            <w:r w:rsidRPr="00DE5438">
              <w:rPr>
                <w:rFonts w:ascii="Times New Roman" w:hAnsi="Times New Roman"/>
              </w:rPr>
              <w:t>з</w:t>
            </w:r>
            <w:r w:rsidRPr="00DE5438">
              <w:rPr>
                <w:rFonts w:ascii="Times New Roman" w:hAnsi="Times New Roman"/>
              </w:rPr>
              <w:t>граничена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99 0 002540 0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4,8</w:t>
            </w:r>
          </w:p>
        </w:tc>
      </w:tr>
      <w:tr w:rsidR="00E37437" w:rsidRPr="00371815" w:rsidTr="00BA36CE">
        <w:trPr>
          <w:trHeight w:val="569"/>
        </w:trPr>
        <w:tc>
          <w:tcPr>
            <w:tcW w:w="4671" w:type="dxa"/>
          </w:tcPr>
          <w:p w:rsidR="00E37437" w:rsidRPr="00DE5438" w:rsidRDefault="00E37437" w:rsidP="00DE5438">
            <w:pPr>
              <w:rPr>
                <w:rFonts w:ascii="Times New Roman" w:hAnsi="Times New Roman"/>
                <w:szCs w:val="24"/>
              </w:rPr>
            </w:pPr>
            <w:r w:rsidRPr="00DE5438">
              <w:rPr>
                <w:rFonts w:ascii="Times New Roman" w:hAnsi="Times New Roman"/>
              </w:rPr>
              <w:t>Расходы на выплаты персоналу в целях обе</w:t>
            </w:r>
            <w:r w:rsidRPr="00DE5438">
              <w:rPr>
                <w:rFonts w:ascii="Times New Roman" w:hAnsi="Times New Roman"/>
              </w:rPr>
              <w:t>с</w:t>
            </w:r>
            <w:r w:rsidRPr="00DE5438">
              <w:rPr>
                <w:rFonts w:ascii="Times New Roman" w:hAnsi="Times New Roman"/>
              </w:rPr>
              <w:t>печения выполнения функций государстве</w:t>
            </w:r>
            <w:r w:rsidRPr="00DE5438">
              <w:rPr>
                <w:rFonts w:ascii="Times New Roman" w:hAnsi="Times New Roman"/>
              </w:rPr>
              <w:t>н</w:t>
            </w:r>
            <w:r w:rsidRPr="00DE5438">
              <w:rPr>
                <w:rFonts w:ascii="Times New Roman" w:hAnsi="Times New Roman"/>
              </w:rPr>
              <w:t>ными (муниципальными) органами, казенн</w:t>
            </w:r>
            <w:r w:rsidRPr="00DE5438">
              <w:rPr>
                <w:rFonts w:ascii="Times New Roman" w:hAnsi="Times New Roman"/>
              </w:rPr>
              <w:t>ы</w:t>
            </w:r>
            <w:r w:rsidRPr="00DE5438">
              <w:rPr>
                <w:rFonts w:ascii="Times New Roman" w:hAnsi="Times New Roman"/>
              </w:rPr>
              <w:t>ми учреждениями, органами управления гос</w:t>
            </w:r>
            <w:r w:rsidRPr="00DE5438">
              <w:rPr>
                <w:rFonts w:ascii="Times New Roman" w:hAnsi="Times New Roman"/>
              </w:rPr>
              <w:t>у</w:t>
            </w:r>
            <w:r w:rsidRPr="00DE5438">
              <w:rPr>
                <w:rFonts w:ascii="Times New Roman" w:hAnsi="Times New Roman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99 0 002540 0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4,8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99 0 002540 0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4,8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E543B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99 0 002540 0</w:t>
            </w:r>
          </w:p>
        </w:tc>
        <w:tc>
          <w:tcPr>
            <w:tcW w:w="1015" w:type="dxa"/>
            <w:vAlign w:val="bottom"/>
          </w:tcPr>
          <w:p w:rsidR="00E37437" w:rsidRPr="00FE543B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E543B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4,8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05535C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535C">
              <w:rPr>
                <w:rFonts w:ascii="Times New Roman" w:hAnsi="Times New Roman"/>
              </w:rPr>
              <w:t>Выходное пособие муниципальным служащим при увольнении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99 0 00 4910 0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213,1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3759">
              <w:rPr>
                <w:rFonts w:ascii="Times New Roman" w:hAnsi="Times New Roman"/>
              </w:rPr>
              <w:t>Социальное обеспечение и иные выплаты н</w:t>
            </w:r>
            <w:r w:rsidRPr="00463759">
              <w:rPr>
                <w:rFonts w:ascii="Times New Roman" w:hAnsi="Times New Roman"/>
              </w:rPr>
              <w:t>а</w:t>
            </w:r>
            <w:r w:rsidRPr="00463759">
              <w:rPr>
                <w:rFonts w:ascii="Times New Roman" w:hAnsi="Times New Roman"/>
              </w:rPr>
              <w:t>селению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99 0 00 4910 0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213,1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FE543B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52875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99 0 00 4910 0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213,1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05535C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535C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838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99 0 00 4910 0</w:t>
            </w:r>
          </w:p>
        </w:tc>
        <w:tc>
          <w:tcPr>
            <w:tcW w:w="1015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16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vAlign w:val="bottom"/>
          </w:tcPr>
          <w:p w:rsidR="00E37437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Default="00E37437" w:rsidP="00FE5A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213,1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BD703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D703F">
              <w:rPr>
                <w:rFonts w:ascii="Times New Roman" w:hAnsi="Times New Roman"/>
                <w:color w:val="000000"/>
                <w:lang w:eastAsia="ru-RU"/>
              </w:rPr>
              <w:t>миссариаты за счет средств федерального бюджета</w:t>
            </w:r>
          </w:p>
        </w:tc>
        <w:tc>
          <w:tcPr>
            <w:tcW w:w="1838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99 0 00 5118 0</w:t>
            </w:r>
          </w:p>
        </w:tc>
        <w:tc>
          <w:tcPr>
            <w:tcW w:w="1015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D703F" w:rsidRDefault="00E37437" w:rsidP="00901B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1878,3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99 0 00 5118 0</w:t>
            </w:r>
          </w:p>
        </w:tc>
        <w:tc>
          <w:tcPr>
            <w:tcW w:w="1015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BD703F" w:rsidRDefault="00E37437" w:rsidP="00901B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1878,3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1838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99 0 00 5118 0</w:t>
            </w:r>
          </w:p>
        </w:tc>
        <w:tc>
          <w:tcPr>
            <w:tcW w:w="1015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23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BD703F" w:rsidRDefault="00E37437" w:rsidP="00901B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1878,3</w:t>
            </w:r>
          </w:p>
        </w:tc>
      </w:tr>
      <w:tr w:rsidR="00E37437" w:rsidRPr="00371815" w:rsidTr="009305E3">
        <w:trPr>
          <w:trHeight w:val="569"/>
        </w:trPr>
        <w:tc>
          <w:tcPr>
            <w:tcW w:w="4671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38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99 0 00 5118 0</w:t>
            </w:r>
          </w:p>
        </w:tc>
        <w:tc>
          <w:tcPr>
            <w:tcW w:w="1015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23" w:type="dxa"/>
            <w:vAlign w:val="bottom"/>
          </w:tcPr>
          <w:p w:rsidR="00E37437" w:rsidRPr="00BD703F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703F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753" w:type="dxa"/>
            <w:vAlign w:val="bottom"/>
          </w:tcPr>
          <w:p w:rsidR="00E37437" w:rsidRPr="00BD703F" w:rsidRDefault="00E37437" w:rsidP="00901BB7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1878,3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Государственная регистрация актов гражда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ского состояния за счет средств федерального бюджета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1028,6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печения выполнения функций государстве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ными (муниципальными) органами, казенн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ми учреждениями, органами управления гос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755,8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755,8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755,8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234,8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234,8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234,8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FC7501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FC7501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1C39FC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99 0 00 5930 0</w:t>
            </w:r>
          </w:p>
        </w:tc>
        <w:tc>
          <w:tcPr>
            <w:tcW w:w="1015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1C39FC" w:rsidRDefault="00E37437" w:rsidP="0020295F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C39FC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1C39FC" w:rsidRDefault="00E37437" w:rsidP="0022330E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bCs/>
                <w:iCs/>
              </w:rPr>
              <w:t>Дотация на выравнивание бюджетной обесп</w:t>
            </w:r>
            <w:r w:rsidRPr="00054982">
              <w:rPr>
                <w:rFonts w:ascii="Times New Roman" w:hAnsi="Times New Roman"/>
                <w:bCs/>
                <w:iCs/>
              </w:rPr>
              <w:t>е</w:t>
            </w:r>
            <w:r w:rsidRPr="00054982">
              <w:rPr>
                <w:rFonts w:ascii="Times New Roman" w:hAnsi="Times New Roman"/>
                <w:bCs/>
                <w:iCs/>
              </w:rPr>
              <w:t>ченности поселений , источником финансов</w:t>
            </w:r>
            <w:r w:rsidRPr="00054982">
              <w:rPr>
                <w:rFonts w:ascii="Times New Roman" w:hAnsi="Times New Roman"/>
                <w:bCs/>
                <w:iCs/>
              </w:rPr>
              <w:t>о</w:t>
            </w:r>
            <w:r w:rsidRPr="00054982">
              <w:rPr>
                <w:rFonts w:ascii="Times New Roman" w:hAnsi="Times New Roman"/>
                <w:bCs/>
                <w:iCs/>
              </w:rPr>
              <w:t>го обеспечения которых являются субсидии бюджетам муниципальных районов на предо</w:t>
            </w:r>
            <w:r w:rsidRPr="00054982">
              <w:rPr>
                <w:rFonts w:ascii="Times New Roman" w:hAnsi="Times New Roman"/>
                <w:bCs/>
                <w:iCs/>
              </w:rPr>
              <w:t>с</w:t>
            </w:r>
            <w:r w:rsidRPr="00054982">
              <w:rPr>
                <w:rFonts w:ascii="Times New Roman" w:hAnsi="Times New Roman"/>
                <w:bCs/>
                <w:iCs/>
              </w:rPr>
              <w:t>тавление межбюджетных трансфертов бюдж</w:t>
            </w:r>
            <w:r w:rsidRPr="00054982">
              <w:rPr>
                <w:rFonts w:ascii="Times New Roman" w:hAnsi="Times New Roman"/>
                <w:bCs/>
                <w:iCs/>
              </w:rPr>
              <w:t>е</w:t>
            </w:r>
            <w:r w:rsidRPr="00054982">
              <w:rPr>
                <w:rFonts w:ascii="Times New Roman" w:hAnsi="Times New Roman"/>
                <w:bCs/>
                <w:iCs/>
              </w:rPr>
              <w:t>там поселений, передаваемые из бюджета РТ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99 0 00 8004 0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2E7F9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36522,1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99 0 00 8004 0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2E7F9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36522,1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99 0 00 8004 0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2E7F9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36522,1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Дотации на выравнивание бюджетной обесп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99 0 00 8004 0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2E7F9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36522,1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bCs/>
                <w:iCs/>
              </w:rPr>
              <w:t>Дотация на выравнивание бюджетной обесп</w:t>
            </w:r>
            <w:r w:rsidRPr="00054982">
              <w:rPr>
                <w:rFonts w:ascii="Times New Roman" w:hAnsi="Times New Roman"/>
                <w:bCs/>
                <w:iCs/>
              </w:rPr>
              <w:t>е</w:t>
            </w:r>
            <w:r w:rsidRPr="00054982">
              <w:rPr>
                <w:rFonts w:ascii="Times New Roman" w:hAnsi="Times New Roman"/>
                <w:bCs/>
                <w:iCs/>
              </w:rPr>
              <w:t>ченности поселений , источником финансов</w:t>
            </w:r>
            <w:r w:rsidRPr="00054982">
              <w:rPr>
                <w:rFonts w:ascii="Times New Roman" w:hAnsi="Times New Roman"/>
                <w:bCs/>
                <w:iCs/>
              </w:rPr>
              <w:t>о</w:t>
            </w:r>
            <w:r w:rsidRPr="00054982">
              <w:rPr>
                <w:rFonts w:ascii="Times New Roman" w:hAnsi="Times New Roman"/>
                <w:bCs/>
                <w:iCs/>
              </w:rPr>
              <w:t>го обеспечения которых являются</w:t>
            </w:r>
            <w:r w:rsidRPr="00054982">
              <w:rPr>
                <w:rFonts w:ascii="Times New Roman" w:hAnsi="Times New Roman"/>
              </w:rPr>
              <w:t xml:space="preserve"> субвенции бюджетам муниципальных районов на реал</w:t>
            </w:r>
            <w:r w:rsidRPr="00054982">
              <w:rPr>
                <w:rFonts w:ascii="Times New Roman" w:hAnsi="Times New Roman"/>
              </w:rPr>
              <w:t>и</w:t>
            </w:r>
            <w:r w:rsidRPr="00054982">
              <w:rPr>
                <w:rFonts w:ascii="Times New Roman" w:hAnsi="Times New Roman"/>
              </w:rPr>
              <w:t>зацию государственных полномочий по расч</w:t>
            </w:r>
            <w:r w:rsidRPr="00054982">
              <w:rPr>
                <w:rFonts w:ascii="Times New Roman" w:hAnsi="Times New Roman"/>
              </w:rPr>
              <w:t>е</w:t>
            </w:r>
            <w:r w:rsidRPr="00054982">
              <w:rPr>
                <w:rFonts w:ascii="Times New Roman" w:hAnsi="Times New Roman"/>
              </w:rPr>
              <w:t>ту и предоставлению дотаций поселениям из регионального фонда финансовой поддержки поселений, передаваемые из бюджета РТ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99 0 00 8006 0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B25CC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712,2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99 0 00 8006 0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B25CC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712,2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99 0 00 8006 0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B25CC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712,2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Дотации на выравнивание бюджетной обесп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99 0 00 8006 0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B25CC8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712,2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bCs/>
                <w:iCs/>
              </w:rPr>
              <w:t>Дотация из районного фонда сбалансирова</w:t>
            </w:r>
            <w:r w:rsidRPr="00054982">
              <w:rPr>
                <w:rFonts w:ascii="Times New Roman" w:hAnsi="Times New Roman"/>
                <w:bCs/>
                <w:iCs/>
              </w:rPr>
              <w:t>н</w:t>
            </w:r>
            <w:r w:rsidRPr="00054982">
              <w:rPr>
                <w:rFonts w:ascii="Times New Roman" w:hAnsi="Times New Roman"/>
                <w:bCs/>
                <w:iCs/>
              </w:rPr>
              <w:t>ности бюджетов поселений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99 0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00 5170 2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99 0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00 5170 2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054982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МЕЖБЮДЖЕТНЫЕ ТРАНСФЕРТЫ ОБЩ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ГО ХАРАКТЕРА БЮДЖЕТАМ БЮДЖЕ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НОЙ СИСТЕМЫ РОССИЙСКОЙ ФЕДЕР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ЦИИ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99 0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00 5170 2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450,6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</w:rPr>
              <w:t>Иные дотации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99 0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54982">
              <w:rPr>
                <w:rFonts w:ascii="Times New Roman" w:hAnsi="Times New Roman"/>
                <w:color w:val="000000"/>
                <w:lang w:eastAsia="ru-RU"/>
              </w:rPr>
              <w:t>00 5170 2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753" w:type="dxa"/>
            <w:vAlign w:val="bottom"/>
          </w:tcPr>
          <w:p w:rsidR="00E37437" w:rsidRPr="00054982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450,6</w:t>
            </w:r>
          </w:p>
        </w:tc>
      </w:tr>
      <w:tr w:rsidR="00E37437" w:rsidRPr="00371815" w:rsidTr="00253562">
        <w:trPr>
          <w:trHeight w:val="569"/>
        </w:trPr>
        <w:tc>
          <w:tcPr>
            <w:tcW w:w="4671" w:type="dxa"/>
            <w:vAlign w:val="center"/>
          </w:tcPr>
          <w:p w:rsidR="00E37437" w:rsidRPr="002B6547" w:rsidRDefault="00E37437" w:rsidP="00A45075">
            <w:pPr>
              <w:spacing w:after="140"/>
              <w:jc w:val="both"/>
              <w:rPr>
                <w:rFonts w:ascii="Times New Roman" w:hAnsi="Times New Roman"/>
              </w:rPr>
            </w:pPr>
            <w:r w:rsidRPr="002B6547">
              <w:rPr>
                <w:rFonts w:ascii="Times New Roman" w:hAnsi="Times New Roman"/>
              </w:rPr>
              <w:t>Расходы на содержание и ремонт гидротехн</w:t>
            </w:r>
            <w:r w:rsidRPr="002B6547">
              <w:rPr>
                <w:rFonts w:ascii="Times New Roman" w:hAnsi="Times New Roman"/>
              </w:rPr>
              <w:t>и</w:t>
            </w:r>
            <w:r w:rsidRPr="002B6547">
              <w:rPr>
                <w:rFonts w:ascii="Times New Roman" w:hAnsi="Times New Roman"/>
              </w:rPr>
              <w:t>ческих сооружений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99 0 00 9043 0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219,1</w:t>
            </w:r>
          </w:p>
        </w:tc>
      </w:tr>
      <w:tr w:rsidR="00E37437" w:rsidRPr="00371815" w:rsidTr="00253562">
        <w:trPr>
          <w:trHeight w:val="569"/>
        </w:trPr>
        <w:tc>
          <w:tcPr>
            <w:tcW w:w="4671" w:type="dxa"/>
            <w:vAlign w:val="center"/>
          </w:tcPr>
          <w:p w:rsidR="00E37437" w:rsidRPr="002B6547" w:rsidRDefault="00E37437" w:rsidP="00A45075">
            <w:pPr>
              <w:spacing w:after="140"/>
              <w:jc w:val="both"/>
              <w:rPr>
                <w:rFonts w:ascii="Times New Roman" w:hAnsi="Times New Roman"/>
              </w:rPr>
            </w:pPr>
            <w:r w:rsidRPr="002B6547">
              <w:rPr>
                <w:rFonts w:ascii="Times New Roman" w:hAnsi="Times New Roman"/>
                <w:szCs w:val="24"/>
              </w:rPr>
              <w:t>Закупка товаров, работ и услуг для государс</w:t>
            </w:r>
            <w:r w:rsidRPr="002B6547">
              <w:rPr>
                <w:rFonts w:ascii="Times New Roman" w:hAnsi="Times New Roman"/>
                <w:szCs w:val="24"/>
              </w:rPr>
              <w:t>т</w:t>
            </w:r>
            <w:r w:rsidRPr="002B6547">
              <w:rPr>
                <w:rFonts w:ascii="Times New Roman" w:hAnsi="Times New Roman"/>
                <w:szCs w:val="24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99 0 00 9043 0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219,1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99 0 00 9043 0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219,1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99 0 00 9043 0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A45075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A9517C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CB0246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1753" w:type="dxa"/>
            <w:vAlign w:val="bottom"/>
          </w:tcPr>
          <w:p w:rsidR="00E37437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219,1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4A2A5A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 w:rsidRPr="004A2A5A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99 0 00 9707 1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6E0D8A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highlight w:val="red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C7501">
              <w:rPr>
                <w:rFonts w:ascii="Times New Roman" w:hAnsi="Times New Roman"/>
                <w:color w:val="000000"/>
                <w:lang w:eastAsia="ru-RU"/>
              </w:rPr>
              <w:t>венных (муниципальных) нужд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99 0 00 9707 1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3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3" w:type="dxa"/>
            <w:vAlign w:val="bottom"/>
          </w:tcPr>
          <w:p w:rsidR="00E37437" w:rsidRPr="00CC6815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99 0 00 9707 1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1753" w:type="dxa"/>
            <w:vAlign w:val="bottom"/>
          </w:tcPr>
          <w:p w:rsidR="00E37437" w:rsidRPr="00CC6815" w:rsidRDefault="00E37437" w:rsidP="00E87D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FC7501" w:rsidRDefault="00E37437" w:rsidP="004F1F03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C7501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99 0 00 9707 1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4F1F03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753" w:type="dxa"/>
            <w:vAlign w:val="bottom"/>
          </w:tcPr>
          <w:p w:rsidR="00E37437" w:rsidRPr="00CC6815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</w:tr>
      <w:tr w:rsidR="00E37437" w:rsidRPr="00371815" w:rsidTr="00FA0459">
        <w:trPr>
          <w:trHeight w:val="569"/>
        </w:trPr>
        <w:tc>
          <w:tcPr>
            <w:tcW w:w="4671" w:type="dxa"/>
            <w:vAlign w:val="bottom"/>
          </w:tcPr>
          <w:p w:rsidR="00E37437" w:rsidRPr="00B005D4" w:rsidRDefault="00E37437" w:rsidP="00D83496">
            <w:pPr>
              <w:spacing w:after="10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005D4">
              <w:rPr>
                <w:rFonts w:ascii="Times New Roman" w:hAnsi="Times New Roman"/>
                <w:b/>
                <w:color w:val="000000"/>
                <w:lang w:eastAsia="ru-RU"/>
              </w:rPr>
              <w:t>Всего расходов</w:t>
            </w:r>
          </w:p>
        </w:tc>
        <w:tc>
          <w:tcPr>
            <w:tcW w:w="1838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015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vAlign w:val="bottom"/>
          </w:tcPr>
          <w:p w:rsidR="00E37437" w:rsidRPr="00054982" w:rsidRDefault="00E37437" w:rsidP="00753BB9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498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3" w:type="dxa"/>
            <w:vAlign w:val="bottom"/>
          </w:tcPr>
          <w:p w:rsidR="00E37437" w:rsidRPr="001979D5" w:rsidRDefault="00E37437" w:rsidP="00882EC4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686534,3</w:t>
            </w:r>
          </w:p>
        </w:tc>
      </w:tr>
    </w:tbl>
    <w:p w:rsidR="00E37437" w:rsidRDefault="00E37437" w:rsidP="004F243C"/>
    <w:sectPr w:rsidR="00E37437" w:rsidSect="005663C1">
      <w:headerReference w:type="default" r:id="rId7"/>
      <w:pgSz w:w="11906" w:h="16838"/>
      <w:pgMar w:top="18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437" w:rsidRDefault="00E37437" w:rsidP="00183A23">
      <w:pPr>
        <w:spacing w:after="0" w:line="240" w:lineRule="auto"/>
      </w:pPr>
      <w:r>
        <w:separator/>
      </w:r>
    </w:p>
  </w:endnote>
  <w:endnote w:type="continuationSeparator" w:id="1">
    <w:p w:rsidR="00E37437" w:rsidRDefault="00E37437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437" w:rsidRDefault="00E37437" w:rsidP="00183A23">
      <w:pPr>
        <w:spacing w:after="0" w:line="240" w:lineRule="auto"/>
      </w:pPr>
      <w:r>
        <w:separator/>
      </w:r>
    </w:p>
  </w:footnote>
  <w:footnote w:type="continuationSeparator" w:id="1">
    <w:p w:rsidR="00E37437" w:rsidRDefault="00E37437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437" w:rsidRDefault="00E37437" w:rsidP="004F243C">
    <w:pPr>
      <w:pStyle w:val="Header"/>
      <w:jc w:val="center"/>
    </w:pPr>
    <w:r w:rsidRPr="007C4949">
      <w:rPr>
        <w:rFonts w:ascii="Times New Roman" w:hAnsi="Times New Roman"/>
        <w:sz w:val="24"/>
        <w:szCs w:val="24"/>
      </w:rPr>
      <w:fldChar w:fldCharType="begin"/>
    </w:r>
    <w:r w:rsidRPr="007C4949">
      <w:rPr>
        <w:rFonts w:ascii="Times New Roman" w:hAnsi="Times New Roman"/>
        <w:sz w:val="24"/>
        <w:szCs w:val="24"/>
      </w:rPr>
      <w:instrText xml:space="preserve"> PAGE   \* MERGEFORMAT </w:instrText>
    </w:r>
    <w:r w:rsidRPr="007C494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26</w:t>
    </w:r>
    <w:r w:rsidRPr="007C4949">
      <w:rPr>
        <w:rFonts w:ascii="Times New Roman" w:hAnsi="Times New Roman"/>
        <w:sz w:val="24"/>
        <w:szCs w:val="24"/>
      </w:rPr>
      <w:fldChar w:fldCharType="end"/>
    </w:r>
  </w:p>
  <w:p w:rsidR="00E37437" w:rsidRDefault="00E374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0AE5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5C41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366F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6321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476E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786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4C7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DCC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BCB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FCAD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A23"/>
    <w:rsid w:val="000025E1"/>
    <w:rsid w:val="000035D8"/>
    <w:rsid w:val="000133EB"/>
    <w:rsid w:val="000141B6"/>
    <w:rsid w:val="00016686"/>
    <w:rsid w:val="000202ED"/>
    <w:rsid w:val="000210C9"/>
    <w:rsid w:val="00023966"/>
    <w:rsid w:val="000258A1"/>
    <w:rsid w:val="00030E26"/>
    <w:rsid w:val="00031558"/>
    <w:rsid w:val="00042ACA"/>
    <w:rsid w:val="00043850"/>
    <w:rsid w:val="0004413A"/>
    <w:rsid w:val="00045677"/>
    <w:rsid w:val="00047D3F"/>
    <w:rsid w:val="0005201D"/>
    <w:rsid w:val="00054494"/>
    <w:rsid w:val="00054682"/>
    <w:rsid w:val="00054982"/>
    <w:rsid w:val="0005535C"/>
    <w:rsid w:val="00057014"/>
    <w:rsid w:val="00060197"/>
    <w:rsid w:val="00060FEF"/>
    <w:rsid w:val="000618E9"/>
    <w:rsid w:val="00062A50"/>
    <w:rsid w:val="00072F6B"/>
    <w:rsid w:val="00073341"/>
    <w:rsid w:val="0007437F"/>
    <w:rsid w:val="00080FDC"/>
    <w:rsid w:val="00083A17"/>
    <w:rsid w:val="00087080"/>
    <w:rsid w:val="00087C78"/>
    <w:rsid w:val="00091B20"/>
    <w:rsid w:val="00093351"/>
    <w:rsid w:val="00093DC0"/>
    <w:rsid w:val="00094631"/>
    <w:rsid w:val="00094C58"/>
    <w:rsid w:val="000956A3"/>
    <w:rsid w:val="000962A7"/>
    <w:rsid w:val="0009658E"/>
    <w:rsid w:val="000A1078"/>
    <w:rsid w:val="000A18A1"/>
    <w:rsid w:val="000A2024"/>
    <w:rsid w:val="000A691E"/>
    <w:rsid w:val="000B062E"/>
    <w:rsid w:val="000B23A1"/>
    <w:rsid w:val="000B2CCD"/>
    <w:rsid w:val="000B43EF"/>
    <w:rsid w:val="000B7EC9"/>
    <w:rsid w:val="000C02F4"/>
    <w:rsid w:val="000C5C9E"/>
    <w:rsid w:val="000D4C0D"/>
    <w:rsid w:val="000D53F3"/>
    <w:rsid w:val="000E06A3"/>
    <w:rsid w:val="000E229E"/>
    <w:rsid w:val="000E66AE"/>
    <w:rsid w:val="000E6734"/>
    <w:rsid w:val="000E7B5C"/>
    <w:rsid w:val="000F20C8"/>
    <w:rsid w:val="000F34D9"/>
    <w:rsid w:val="001009A0"/>
    <w:rsid w:val="0010374E"/>
    <w:rsid w:val="00107795"/>
    <w:rsid w:val="0011228B"/>
    <w:rsid w:val="00112864"/>
    <w:rsid w:val="001132E0"/>
    <w:rsid w:val="001157DC"/>
    <w:rsid w:val="00117D4C"/>
    <w:rsid w:val="00120B96"/>
    <w:rsid w:val="00122244"/>
    <w:rsid w:val="001246D3"/>
    <w:rsid w:val="00127255"/>
    <w:rsid w:val="0013156D"/>
    <w:rsid w:val="00132610"/>
    <w:rsid w:val="00132D15"/>
    <w:rsid w:val="00135ADF"/>
    <w:rsid w:val="001429DC"/>
    <w:rsid w:val="00144020"/>
    <w:rsid w:val="001512BF"/>
    <w:rsid w:val="0015150B"/>
    <w:rsid w:val="00152188"/>
    <w:rsid w:val="00152334"/>
    <w:rsid w:val="001537BD"/>
    <w:rsid w:val="00153BF3"/>
    <w:rsid w:val="001542E9"/>
    <w:rsid w:val="00155454"/>
    <w:rsid w:val="001600EC"/>
    <w:rsid w:val="001605E7"/>
    <w:rsid w:val="00164471"/>
    <w:rsid w:val="00164787"/>
    <w:rsid w:val="00166472"/>
    <w:rsid w:val="0017081B"/>
    <w:rsid w:val="00170D14"/>
    <w:rsid w:val="001720B5"/>
    <w:rsid w:val="00172B1E"/>
    <w:rsid w:val="0017411E"/>
    <w:rsid w:val="001756EF"/>
    <w:rsid w:val="00176101"/>
    <w:rsid w:val="0018112C"/>
    <w:rsid w:val="0018134C"/>
    <w:rsid w:val="00183A23"/>
    <w:rsid w:val="001848B8"/>
    <w:rsid w:val="001861C8"/>
    <w:rsid w:val="00187B9E"/>
    <w:rsid w:val="00187D31"/>
    <w:rsid w:val="00192B7F"/>
    <w:rsid w:val="0019315A"/>
    <w:rsid w:val="00193D4B"/>
    <w:rsid w:val="0019679F"/>
    <w:rsid w:val="0019707D"/>
    <w:rsid w:val="001979D5"/>
    <w:rsid w:val="001A0CD8"/>
    <w:rsid w:val="001A0ED9"/>
    <w:rsid w:val="001A1E43"/>
    <w:rsid w:val="001A3A98"/>
    <w:rsid w:val="001A531C"/>
    <w:rsid w:val="001A5EBA"/>
    <w:rsid w:val="001B1E79"/>
    <w:rsid w:val="001B328A"/>
    <w:rsid w:val="001B39A6"/>
    <w:rsid w:val="001B4B62"/>
    <w:rsid w:val="001B7355"/>
    <w:rsid w:val="001C28E3"/>
    <w:rsid w:val="001C39FC"/>
    <w:rsid w:val="001C4C82"/>
    <w:rsid w:val="001D3D30"/>
    <w:rsid w:val="001D4411"/>
    <w:rsid w:val="001E0666"/>
    <w:rsid w:val="001E6EFA"/>
    <w:rsid w:val="001F1A8D"/>
    <w:rsid w:val="001F4C22"/>
    <w:rsid w:val="00201059"/>
    <w:rsid w:val="0020295F"/>
    <w:rsid w:val="00204EE0"/>
    <w:rsid w:val="00206E1A"/>
    <w:rsid w:val="00214994"/>
    <w:rsid w:val="002202C1"/>
    <w:rsid w:val="00220A7B"/>
    <w:rsid w:val="00220C2E"/>
    <w:rsid w:val="0022330E"/>
    <w:rsid w:val="0022453D"/>
    <w:rsid w:val="0022582F"/>
    <w:rsid w:val="00226A4E"/>
    <w:rsid w:val="00232B54"/>
    <w:rsid w:val="00233748"/>
    <w:rsid w:val="00234310"/>
    <w:rsid w:val="00234585"/>
    <w:rsid w:val="0023504B"/>
    <w:rsid w:val="00241BB5"/>
    <w:rsid w:val="0024515F"/>
    <w:rsid w:val="00245210"/>
    <w:rsid w:val="0024754D"/>
    <w:rsid w:val="00252170"/>
    <w:rsid w:val="00253562"/>
    <w:rsid w:val="002575D2"/>
    <w:rsid w:val="00263D28"/>
    <w:rsid w:val="00263ED9"/>
    <w:rsid w:val="00263EFA"/>
    <w:rsid w:val="0027157E"/>
    <w:rsid w:val="0027359B"/>
    <w:rsid w:val="0027516A"/>
    <w:rsid w:val="002759F6"/>
    <w:rsid w:val="00275BD0"/>
    <w:rsid w:val="002778E0"/>
    <w:rsid w:val="0028102C"/>
    <w:rsid w:val="00283ABB"/>
    <w:rsid w:val="00286FA6"/>
    <w:rsid w:val="00287495"/>
    <w:rsid w:val="00294BD2"/>
    <w:rsid w:val="0029532D"/>
    <w:rsid w:val="002A1C58"/>
    <w:rsid w:val="002A2756"/>
    <w:rsid w:val="002A37AF"/>
    <w:rsid w:val="002A6F2E"/>
    <w:rsid w:val="002B6547"/>
    <w:rsid w:val="002B7C41"/>
    <w:rsid w:val="002C2F6A"/>
    <w:rsid w:val="002C5E2B"/>
    <w:rsid w:val="002D144F"/>
    <w:rsid w:val="002D24C8"/>
    <w:rsid w:val="002D3392"/>
    <w:rsid w:val="002D403A"/>
    <w:rsid w:val="002D4471"/>
    <w:rsid w:val="002D792B"/>
    <w:rsid w:val="002E0267"/>
    <w:rsid w:val="002E038B"/>
    <w:rsid w:val="002E23FA"/>
    <w:rsid w:val="002E335D"/>
    <w:rsid w:val="002E40B9"/>
    <w:rsid w:val="002E63DE"/>
    <w:rsid w:val="002E73E2"/>
    <w:rsid w:val="002E7F95"/>
    <w:rsid w:val="002F02B4"/>
    <w:rsid w:val="002F1529"/>
    <w:rsid w:val="002F3208"/>
    <w:rsid w:val="002F6258"/>
    <w:rsid w:val="003022B0"/>
    <w:rsid w:val="003029FA"/>
    <w:rsid w:val="00304F23"/>
    <w:rsid w:val="003055DC"/>
    <w:rsid w:val="00305D9A"/>
    <w:rsid w:val="00305DD2"/>
    <w:rsid w:val="00310682"/>
    <w:rsid w:val="00315FAF"/>
    <w:rsid w:val="00316516"/>
    <w:rsid w:val="00321967"/>
    <w:rsid w:val="00323750"/>
    <w:rsid w:val="00324F08"/>
    <w:rsid w:val="00325320"/>
    <w:rsid w:val="0032617C"/>
    <w:rsid w:val="00326216"/>
    <w:rsid w:val="00330B9B"/>
    <w:rsid w:val="00334C3F"/>
    <w:rsid w:val="003406FF"/>
    <w:rsid w:val="00341317"/>
    <w:rsid w:val="00341326"/>
    <w:rsid w:val="00341A22"/>
    <w:rsid w:val="00342FDF"/>
    <w:rsid w:val="00343F57"/>
    <w:rsid w:val="003442A0"/>
    <w:rsid w:val="00346B7F"/>
    <w:rsid w:val="00347E57"/>
    <w:rsid w:val="003524A3"/>
    <w:rsid w:val="00353FFF"/>
    <w:rsid w:val="00354900"/>
    <w:rsid w:val="00356372"/>
    <w:rsid w:val="00361527"/>
    <w:rsid w:val="00363E08"/>
    <w:rsid w:val="00367248"/>
    <w:rsid w:val="00371815"/>
    <w:rsid w:val="003775F3"/>
    <w:rsid w:val="00382CA7"/>
    <w:rsid w:val="003856CF"/>
    <w:rsid w:val="00385A2D"/>
    <w:rsid w:val="003864F7"/>
    <w:rsid w:val="0038782B"/>
    <w:rsid w:val="003910BD"/>
    <w:rsid w:val="0039151B"/>
    <w:rsid w:val="0039163F"/>
    <w:rsid w:val="00391873"/>
    <w:rsid w:val="00392BA0"/>
    <w:rsid w:val="003937B0"/>
    <w:rsid w:val="00395AEC"/>
    <w:rsid w:val="003A42A2"/>
    <w:rsid w:val="003A4BBE"/>
    <w:rsid w:val="003A5488"/>
    <w:rsid w:val="003B0CE7"/>
    <w:rsid w:val="003B4C51"/>
    <w:rsid w:val="003C1406"/>
    <w:rsid w:val="003C2ADC"/>
    <w:rsid w:val="003C3450"/>
    <w:rsid w:val="003C3F90"/>
    <w:rsid w:val="003C4436"/>
    <w:rsid w:val="003C55A4"/>
    <w:rsid w:val="003D0942"/>
    <w:rsid w:val="003D0BAF"/>
    <w:rsid w:val="003D0BF0"/>
    <w:rsid w:val="003D0C0F"/>
    <w:rsid w:val="003D0F18"/>
    <w:rsid w:val="003D3C45"/>
    <w:rsid w:val="003E3C52"/>
    <w:rsid w:val="003E3E80"/>
    <w:rsid w:val="003E66B8"/>
    <w:rsid w:val="003E6D05"/>
    <w:rsid w:val="003F095A"/>
    <w:rsid w:val="003F1DAE"/>
    <w:rsid w:val="003F25A2"/>
    <w:rsid w:val="003F45B9"/>
    <w:rsid w:val="003F5A9C"/>
    <w:rsid w:val="003F6B70"/>
    <w:rsid w:val="004003CC"/>
    <w:rsid w:val="0040061A"/>
    <w:rsid w:val="00401082"/>
    <w:rsid w:val="00402296"/>
    <w:rsid w:val="004028D6"/>
    <w:rsid w:val="0040302D"/>
    <w:rsid w:val="0041208F"/>
    <w:rsid w:val="0041459A"/>
    <w:rsid w:val="004170A9"/>
    <w:rsid w:val="00420939"/>
    <w:rsid w:val="00420EAE"/>
    <w:rsid w:val="00422CAC"/>
    <w:rsid w:val="00423E84"/>
    <w:rsid w:val="004249FF"/>
    <w:rsid w:val="004272A9"/>
    <w:rsid w:val="0043463A"/>
    <w:rsid w:val="00434C29"/>
    <w:rsid w:val="00435C58"/>
    <w:rsid w:val="00441012"/>
    <w:rsid w:val="00446E32"/>
    <w:rsid w:val="00447150"/>
    <w:rsid w:val="00450FE3"/>
    <w:rsid w:val="00452DF9"/>
    <w:rsid w:val="004561EC"/>
    <w:rsid w:val="00456491"/>
    <w:rsid w:val="00460392"/>
    <w:rsid w:val="00463759"/>
    <w:rsid w:val="00464671"/>
    <w:rsid w:val="00465269"/>
    <w:rsid w:val="00465A32"/>
    <w:rsid w:val="0046681A"/>
    <w:rsid w:val="00467065"/>
    <w:rsid w:val="004674DC"/>
    <w:rsid w:val="00467A92"/>
    <w:rsid w:val="0047190A"/>
    <w:rsid w:val="00471DE8"/>
    <w:rsid w:val="00477DEB"/>
    <w:rsid w:val="004816E7"/>
    <w:rsid w:val="00483EB9"/>
    <w:rsid w:val="00484AA0"/>
    <w:rsid w:val="004850CB"/>
    <w:rsid w:val="004879C9"/>
    <w:rsid w:val="00493361"/>
    <w:rsid w:val="00494394"/>
    <w:rsid w:val="00494811"/>
    <w:rsid w:val="00497595"/>
    <w:rsid w:val="004A08C7"/>
    <w:rsid w:val="004A2A5A"/>
    <w:rsid w:val="004A5100"/>
    <w:rsid w:val="004A5322"/>
    <w:rsid w:val="004A5DBF"/>
    <w:rsid w:val="004B0834"/>
    <w:rsid w:val="004B1ED1"/>
    <w:rsid w:val="004B280E"/>
    <w:rsid w:val="004B297C"/>
    <w:rsid w:val="004B2CA9"/>
    <w:rsid w:val="004B47EF"/>
    <w:rsid w:val="004C0D7C"/>
    <w:rsid w:val="004C0E33"/>
    <w:rsid w:val="004C1B66"/>
    <w:rsid w:val="004C3919"/>
    <w:rsid w:val="004C4EEA"/>
    <w:rsid w:val="004C67D7"/>
    <w:rsid w:val="004D63D0"/>
    <w:rsid w:val="004E1865"/>
    <w:rsid w:val="004E2773"/>
    <w:rsid w:val="004E3ED0"/>
    <w:rsid w:val="004E4560"/>
    <w:rsid w:val="004E4C18"/>
    <w:rsid w:val="004E5AB1"/>
    <w:rsid w:val="004F1F03"/>
    <w:rsid w:val="004F243C"/>
    <w:rsid w:val="004F5A20"/>
    <w:rsid w:val="004F77E0"/>
    <w:rsid w:val="00501588"/>
    <w:rsid w:val="0050508C"/>
    <w:rsid w:val="00512051"/>
    <w:rsid w:val="00514F10"/>
    <w:rsid w:val="00516F1C"/>
    <w:rsid w:val="005231D1"/>
    <w:rsid w:val="00530613"/>
    <w:rsid w:val="00531590"/>
    <w:rsid w:val="0053480E"/>
    <w:rsid w:val="00537FB7"/>
    <w:rsid w:val="00544FE7"/>
    <w:rsid w:val="0054589A"/>
    <w:rsid w:val="00545A5D"/>
    <w:rsid w:val="005476F1"/>
    <w:rsid w:val="005519A5"/>
    <w:rsid w:val="00552325"/>
    <w:rsid w:val="00554794"/>
    <w:rsid w:val="0055572E"/>
    <w:rsid w:val="00556506"/>
    <w:rsid w:val="00557EBD"/>
    <w:rsid w:val="00561DB1"/>
    <w:rsid w:val="005663C1"/>
    <w:rsid w:val="00570A0D"/>
    <w:rsid w:val="00572B29"/>
    <w:rsid w:val="00573674"/>
    <w:rsid w:val="00574D60"/>
    <w:rsid w:val="00575548"/>
    <w:rsid w:val="00575582"/>
    <w:rsid w:val="0057718C"/>
    <w:rsid w:val="00581F8E"/>
    <w:rsid w:val="005821F1"/>
    <w:rsid w:val="0059124A"/>
    <w:rsid w:val="00593844"/>
    <w:rsid w:val="00593D0D"/>
    <w:rsid w:val="00597D8C"/>
    <w:rsid w:val="00597F8A"/>
    <w:rsid w:val="005A0B91"/>
    <w:rsid w:val="005A0CDC"/>
    <w:rsid w:val="005A3FA8"/>
    <w:rsid w:val="005A65AF"/>
    <w:rsid w:val="005A69D8"/>
    <w:rsid w:val="005A718A"/>
    <w:rsid w:val="005A7EA0"/>
    <w:rsid w:val="005B035D"/>
    <w:rsid w:val="005B1DF7"/>
    <w:rsid w:val="005B2224"/>
    <w:rsid w:val="005B3471"/>
    <w:rsid w:val="005B5624"/>
    <w:rsid w:val="005B57D8"/>
    <w:rsid w:val="005B7EC7"/>
    <w:rsid w:val="005C1340"/>
    <w:rsid w:val="005C2F66"/>
    <w:rsid w:val="005C4788"/>
    <w:rsid w:val="005C6124"/>
    <w:rsid w:val="005C6829"/>
    <w:rsid w:val="005C71B1"/>
    <w:rsid w:val="005C7689"/>
    <w:rsid w:val="005D0271"/>
    <w:rsid w:val="005D1BD6"/>
    <w:rsid w:val="005D2846"/>
    <w:rsid w:val="005D732C"/>
    <w:rsid w:val="005E0D1E"/>
    <w:rsid w:val="005E1AEA"/>
    <w:rsid w:val="005E6986"/>
    <w:rsid w:val="005E6C47"/>
    <w:rsid w:val="005E7B05"/>
    <w:rsid w:val="005F223E"/>
    <w:rsid w:val="005F4C75"/>
    <w:rsid w:val="005F6813"/>
    <w:rsid w:val="005F69B4"/>
    <w:rsid w:val="00601627"/>
    <w:rsid w:val="00601F7B"/>
    <w:rsid w:val="00603EBF"/>
    <w:rsid w:val="00606FFB"/>
    <w:rsid w:val="00610BAD"/>
    <w:rsid w:val="00611A78"/>
    <w:rsid w:val="00611EBD"/>
    <w:rsid w:val="0061278A"/>
    <w:rsid w:val="00613FE4"/>
    <w:rsid w:val="006142A4"/>
    <w:rsid w:val="00622ECF"/>
    <w:rsid w:val="00625E14"/>
    <w:rsid w:val="00632533"/>
    <w:rsid w:val="00634B29"/>
    <w:rsid w:val="00635CB4"/>
    <w:rsid w:val="00636949"/>
    <w:rsid w:val="0063750C"/>
    <w:rsid w:val="00637DBA"/>
    <w:rsid w:val="00642C14"/>
    <w:rsid w:val="006508F6"/>
    <w:rsid w:val="00650BE7"/>
    <w:rsid w:val="00654AB8"/>
    <w:rsid w:val="00660AB0"/>
    <w:rsid w:val="00661616"/>
    <w:rsid w:val="006620A5"/>
    <w:rsid w:val="00662EB2"/>
    <w:rsid w:val="00665FC0"/>
    <w:rsid w:val="0066777E"/>
    <w:rsid w:val="00667BEE"/>
    <w:rsid w:val="00676E4C"/>
    <w:rsid w:val="0068032A"/>
    <w:rsid w:val="00680637"/>
    <w:rsid w:val="0068705C"/>
    <w:rsid w:val="00687FD3"/>
    <w:rsid w:val="0069577C"/>
    <w:rsid w:val="0069614D"/>
    <w:rsid w:val="0069631A"/>
    <w:rsid w:val="00696532"/>
    <w:rsid w:val="00697778"/>
    <w:rsid w:val="006A2CB5"/>
    <w:rsid w:val="006A2F1E"/>
    <w:rsid w:val="006A32ED"/>
    <w:rsid w:val="006A46BE"/>
    <w:rsid w:val="006A5C90"/>
    <w:rsid w:val="006A6255"/>
    <w:rsid w:val="006A62BE"/>
    <w:rsid w:val="006A6C99"/>
    <w:rsid w:val="006B0153"/>
    <w:rsid w:val="006B291B"/>
    <w:rsid w:val="006B74C9"/>
    <w:rsid w:val="006C1B16"/>
    <w:rsid w:val="006C3B77"/>
    <w:rsid w:val="006C3F81"/>
    <w:rsid w:val="006C6D31"/>
    <w:rsid w:val="006C794C"/>
    <w:rsid w:val="006D21F1"/>
    <w:rsid w:val="006D2E11"/>
    <w:rsid w:val="006D37B2"/>
    <w:rsid w:val="006D37BF"/>
    <w:rsid w:val="006E0D8A"/>
    <w:rsid w:val="006E349A"/>
    <w:rsid w:val="006E364C"/>
    <w:rsid w:val="006F099C"/>
    <w:rsid w:val="006F0C32"/>
    <w:rsid w:val="006F2104"/>
    <w:rsid w:val="006F6A86"/>
    <w:rsid w:val="006F78B7"/>
    <w:rsid w:val="00700AC7"/>
    <w:rsid w:val="0070234C"/>
    <w:rsid w:val="00704DB7"/>
    <w:rsid w:val="00706957"/>
    <w:rsid w:val="007102D9"/>
    <w:rsid w:val="00710F7F"/>
    <w:rsid w:val="0071165C"/>
    <w:rsid w:val="00712B85"/>
    <w:rsid w:val="0072129B"/>
    <w:rsid w:val="007212B8"/>
    <w:rsid w:val="0072233E"/>
    <w:rsid w:val="007225B9"/>
    <w:rsid w:val="00723F7D"/>
    <w:rsid w:val="00724041"/>
    <w:rsid w:val="00724A49"/>
    <w:rsid w:val="00726642"/>
    <w:rsid w:val="007305CA"/>
    <w:rsid w:val="0073225A"/>
    <w:rsid w:val="007327CB"/>
    <w:rsid w:val="007344C3"/>
    <w:rsid w:val="00735E3E"/>
    <w:rsid w:val="007433AB"/>
    <w:rsid w:val="0074372D"/>
    <w:rsid w:val="007461BC"/>
    <w:rsid w:val="00746502"/>
    <w:rsid w:val="0074768D"/>
    <w:rsid w:val="00751944"/>
    <w:rsid w:val="00752A03"/>
    <w:rsid w:val="00753BB9"/>
    <w:rsid w:val="00755B4B"/>
    <w:rsid w:val="00762B91"/>
    <w:rsid w:val="00763BB1"/>
    <w:rsid w:val="00770F55"/>
    <w:rsid w:val="00771B79"/>
    <w:rsid w:val="00773C1A"/>
    <w:rsid w:val="007742BC"/>
    <w:rsid w:val="00775BF3"/>
    <w:rsid w:val="00780E72"/>
    <w:rsid w:val="00781A6F"/>
    <w:rsid w:val="007841AD"/>
    <w:rsid w:val="007849B3"/>
    <w:rsid w:val="00785EAC"/>
    <w:rsid w:val="007861CD"/>
    <w:rsid w:val="00795C1B"/>
    <w:rsid w:val="00796435"/>
    <w:rsid w:val="00796B42"/>
    <w:rsid w:val="007A00A3"/>
    <w:rsid w:val="007A60DE"/>
    <w:rsid w:val="007B0672"/>
    <w:rsid w:val="007B102D"/>
    <w:rsid w:val="007B12EC"/>
    <w:rsid w:val="007B20A8"/>
    <w:rsid w:val="007B4787"/>
    <w:rsid w:val="007B767A"/>
    <w:rsid w:val="007C1838"/>
    <w:rsid w:val="007C38ED"/>
    <w:rsid w:val="007C43D0"/>
    <w:rsid w:val="007C4949"/>
    <w:rsid w:val="007C529D"/>
    <w:rsid w:val="007C642E"/>
    <w:rsid w:val="007C66D1"/>
    <w:rsid w:val="007D05D8"/>
    <w:rsid w:val="007D3C55"/>
    <w:rsid w:val="007D42DA"/>
    <w:rsid w:val="007D73F7"/>
    <w:rsid w:val="007E0FFE"/>
    <w:rsid w:val="007E3879"/>
    <w:rsid w:val="007E4AB1"/>
    <w:rsid w:val="007E6715"/>
    <w:rsid w:val="007E772F"/>
    <w:rsid w:val="007F1A35"/>
    <w:rsid w:val="007F5E43"/>
    <w:rsid w:val="0080676C"/>
    <w:rsid w:val="008071D5"/>
    <w:rsid w:val="0081152B"/>
    <w:rsid w:val="0081156F"/>
    <w:rsid w:val="00813C38"/>
    <w:rsid w:val="00814A7A"/>
    <w:rsid w:val="00814AF9"/>
    <w:rsid w:val="00815E93"/>
    <w:rsid w:val="00817B00"/>
    <w:rsid w:val="00821AB2"/>
    <w:rsid w:val="0082393D"/>
    <w:rsid w:val="008242B6"/>
    <w:rsid w:val="00826CCF"/>
    <w:rsid w:val="008275F4"/>
    <w:rsid w:val="00833DDF"/>
    <w:rsid w:val="00837A08"/>
    <w:rsid w:val="00845472"/>
    <w:rsid w:val="0084655F"/>
    <w:rsid w:val="008543F1"/>
    <w:rsid w:val="00854AE2"/>
    <w:rsid w:val="00854E8D"/>
    <w:rsid w:val="0085699D"/>
    <w:rsid w:val="00862128"/>
    <w:rsid w:val="00862134"/>
    <w:rsid w:val="0086258A"/>
    <w:rsid w:val="00863C2D"/>
    <w:rsid w:val="00863C67"/>
    <w:rsid w:val="0086630B"/>
    <w:rsid w:val="00866908"/>
    <w:rsid w:val="008706FA"/>
    <w:rsid w:val="008729E7"/>
    <w:rsid w:val="00874429"/>
    <w:rsid w:val="0087489A"/>
    <w:rsid w:val="0087546C"/>
    <w:rsid w:val="00876A51"/>
    <w:rsid w:val="00876AEB"/>
    <w:rsid w:val="00882EC4"/>
    <w:rsid w:val="00886DD0"/>
    <w:rsid w:val="00887AB5"/>
    <w:rsid w:val="00892B04"/>
    <w:rsid w:val="0089409E"/>
    <w:rsid w:val="00894270"/>
    <w:rsid w:val="00895AE5"/>
    <w:rsid w:val="0089789F"/>
    <w:rsid w:val="008A00B0"/>
    <w:rsid w:val="008A052E"/>
    <w:rsid w:val="008A5856"/>
    <w:rsid w:val="008C2641"/>
    <w:rsid w:val="008C37B8"/>
    <w:rsid w:val="008C5353"/>
    <w:rsid w:val="008C5450"/>
    <w:rsid w:val="008D3E04"/>
    <w:rsid w:val="008D43A9"/>
    <w:rsid w:val="008D4E11"/>
    <w:rsid w:val="008D51D1"/>
    <w:rsid w:val="008D58BC"/>
    <w:rsid w:val="008D7284"/>
    <w:rsid w:val="008E0641"/>
    <w:rsid w:val="008E18A0"/>
    <w:rsid w:val="008E6C5F"/>
    <w:rsid w:val="008F0109"/>
    <w:rsid w:val="008F3AAB"/>
    <w:rsid w:val="008F4354"/>
    <w:rsid w:val="008F5BDD"/>
    <w:rsid w:val="008F5C4F"/>
    <w:rsid w:val="0090007A"/>
    <w:rsid w:val="00901810"/>
    <w:rsid w:val="00901BB7"/>
    <w:rsid w:val="00907C9E"/>
    <w:rsid w:val="00910649"/>
    <w:rsid w:val="00913093"/>
    <w:rsid w:val="00913CA2"/>
    <w:rsid w:val="009146DD"/>
    <w:rsid w:val="00914C48"/>
    <w:rsid w:val="009166B8"/>
    <w:rsid w:val="0091703C"/>
    <w:rsid w:val="00917CB4"/>
    <w:rsid w:val="0092351D"/>
    <w:rsid w:val="00924D7B"/>
    <w:rsid w:val="009305E3"/>
    <w:rsid w:val="00931686"/>
    <w:rsid w:val="00933F4C"/>
    <w:rsid w:val="00940BA3"/>
    <w:rsid w:val="00941F06"/>
    <w:rsid w:val="00942328"/>
    <w:rsid w:val="00942459"/>
    <w:rsid w:val="00945974"/>
    <w:rsid w:val="0095069F"/>
    <w:rsid w:val="00953500"/>
    <w:rsid w:val="00955596"/>
    <w:rsid w:val="00956641"/>
    <w:rsid w:val="0096456D"/>
    <w:rsid w:val="009647E4"/>
    <w:rsid w:val="00964AF4"/>
    <w:rsid w:val="009713E5"/>
    <w:rsid w:val="00973017"/>
    <w:rsid w:val="00973C31"/>
    <w:rsid w:val="009756A6"/>
    <w:rsid w:val="0097604B"/>
    <w:rsid w:val="00976817"/>
    <w:rsid w:val="00977117"/>
    <w:rsid w:val="009821DE"/>
    <w:rsid w:val="009834BF"/>
    <w:rsid w:val="00987527"/>
    <w:rsid w:val="00987A0E"/>
    <w:rsid w:val="00991C44"/>
    <w:rsid w:val="00992303"/>
    <w:rsid w:val="00992913"/>
    <w:rsid w:val="00994B0B"/>
    <w:rsid w:val="00996605"/>
    <w:rsid w:val="009A1505"/>
    <w:rsid w:val="009A2C63"/>
    <w:rsid w:val="009A38DC"/>
    <w:rsid w:val="009A5A28"/>
    <w:rsid w:val="009A6A8D"/>
    <w:rsid w:val="009B0058"/>
    <w:rsid w:val="009B3FD4"/>
    <w:rsid w:val="009B7FED"/>
    <w:rsid w:val="009C1947"/>
    <w:rsid w:val="009C67BA"/>
    <w:rsid w:val="009D0715"/>
    <w:rsid w:val="009D13FF"/>
    <w:rsid w:val="009D2F16"/>
    <w:rsid w:val="009D3E3B"/>
    <w:rsid w:val="009D3EB4"/>
    <w:rsid w:val="009D5A05"/>
    <w:rsid w:val="009D5AE8"/>
    <w:rsid w:val="009D640F"/>
    <w:rsid w:val="009E08C7"/>
    <w:rsid w:val="009E1D52"/>
    <w:rsid w:val="009E22CC"/>
    <w:rsid w:val="009E2BD8"/>
    <w:rsid w:val="009E45A3"/>
    <w:rsid w:val="009E46A7"/>
    <w:rsid w:val="009F37E8"/>
    <w:rsid w:val="009F3F3E"/>
    <w:rsid w:val="009F50A1"/>
    <w:rsid w:val="00A00208"/>
    <w:rsid w:val="00A01C3A"/>
    <w:rsid w:val="00A032CC"/>
    <w:rsid w:val="00A03E11"/>
    <w:rsid w:val="00A144E8"/>
    <w:rsid w:val="00A16DEB"/>
    <w:rsid w:val="00A20149"/>
    <w:rsid w:val="00A20A22"/>
    <w:rsid w:val="00A20EFE"/>
    <w:rsid w:val="00A232FC"/>
    <w:rsid w:val="00A242FC"/>
    <w:rsid w:val="00A268BD"/>
    <w:rsid w:val="00A27076"/>
    <w:rsid w:val="00A275A8"/>
    <w:rsid w:val="00A276A1"/>
    <w:rsid w:val="00A31E7D"/>
    <w:rsid w:val="00A3794A"/>
    <w:rsid w:val="00A37974"/>
    <w:rsid w:val="00A408A9"/>
    <w:rsid w:val="00A42D18"/>
    <w:rsid w:val="00A45075"/>
    <w:rsid w:val="00A45AC2"/>
    <w:rsid w:val="00A46837"/>
    <w:rsid w:val="00A469EE"/>
    <w:rsid w:val="00A50A20"/>
    <w:rsid w:val="00A52DD5"/>
    <w:rsid w:val="00A52E49"/>
    <w:rsid w:val="00A662A8"/>
    <w:rsid w:val="00A67784"/>
    <w:rsid w:val="00A67EC9"/>
    <w:rsid w:val="00A71F79"/>
    <w:rsid w:val="00A73826"/>
    <w:rsid w:val="00A75864"/>
    <w:rsid w:val="00A76068"/>
    <w:rsid w:val="00A8046C"/>
    <w:rsid w:val="00A80BFC"/>
    <w:rsid w:val="00A812F9"/>
    <w:rsid w:val="00A82537"/>
    <w:rsid w:val="00A85884"/>
    <w:rsid w:val="00A86957"/>
    <w:rsid w:val="00A86A8E"/>
    <w:rsid w:val="00A8783D"/>
    <w:rsid w:val="00A87E1E"/>
    <w:rsid w:val="00A92616"/>
    <w:rsid w:val="00A9517C"/>
    <w:rsid w:val="00AA0DF5"/>
    <w:rsid w:val="00AA21D6"/>
    <w:rsid w:val="00AA243D"/>
    <w:rsid w:val="00AA38DD"/>
    <w:rsid w:val="00AA5281"/>
    <w:rsid w:val="00AA725F"/>
    <w:rsid w:val="00AB29C9"/>
    <w:rsid w:val="00AC5E76"/>
    <w:rsid w:val="00AC77D7"/>
    <w:rsid w:val="00AD35CB"/>
    <w:rsid w:val="00AD6D54"/>
    <w:rsid w:val="00AD7326"/>
    <w:rsid w:val="00AD760B"/>
    <w:rsid w:val="00AE0329"/>
    <w:rsid w:val="00AE11B4"/>
    <w:rsid w:val="00AE11DD"/>
    <w:rsid w:val="00AE51B9"/>
    <w:rsid w:val="00AE5379"/>
    <w:rsid w:val="00AE6BF6"/>
    <w:rsid w:val="00AE6C68"/>
    <w:rsid w:val="00AF1C4E"/>
    <w:rsid w:val="00AF2391"/>
    <w:rsid w:val="00AF5426"/>
    <w:rsid w:val="00AF6AE7"/>
    <w:rsid w:val="00AF6C9C"/>
    <w:rsid w:val="00B005D4"/>
    <w:rsid w:val="00B01A2A"/>
    <w:rsid w:val="00B02512"/>
    <w:rsid w:val="00B04E3C"/>
    <w:rsid w:val="00B07D60"/>
    <w:rsid w:val="00B10E18"/>
    <w:rsid w:val="00B10E9F"/>
    <w:rsid w:val="00B111BB"/>
    <w:rsid w:val="00B14A2D"/>
    <w:rsid w:val="00B15608"/>
    <w:rsid w:val="00B15758"/>
    <w:rsid w:val="00B2404E"/>
    <w:rsid w:val="00B25CA8"/>
    <w:rsid w:val="00B25CC8"/>
    <w:rsid w:val="00B269D9"/>
    <w:rsid w:val="00B27146"/>
    <w:rsid w:val="00B30040"/>
    <w:rsid w:val="00B303BA"/>
    <w:rsid w:val="00B3040C"/>
    <w:rsid w:val="00B318CF"/>
    <w:rsid w:val="00B31B45"/>
    <w:rsid w:val="00B35F28"/>
    <w:rsid w:val="00B44587"/>
    <w:rsid w:val="00B50AA0"/>
    <w:rsid w:val="00B51BF2"/>
    <w:rsid w:val="00B51FF3"/>
    <w:rsid w:val="00B52537"/>
    <w:rsid w:val="00B52749"/>
    <w:rsid w:val="00B55F11"/>
    <w:rsid w:val="00B65E6A"/>
    <w:rsid w:val="00B66817"/>
    <w:rsid w:val="00B67081"/>
    <w:rsid w:val="00B673EC"/>
    <w:rsid w:val="00B703B6"/>
    <w:rsid w:val="00B70478"/>
    <w:rsid w:val="00B70FF2"/>
    <w:rsid w:val="00B71D3E"/>
    <w:rsid w:val="00B72F57"/>
    <w:rsid w:val="00B7317B"/>
    <w:rsid w:val="00B8009E"/>
    <w:rsid w:val="00B803EF"/>
    <w:rsid w:val="00B839D3"/>
    <w:rsid w:val="00B92C23"/>
    <w:rsid w:val="00B936B1"/>
    <w:rsid w:val="00B95632"/>
    <w:rsid w:val="00BA0474"/>
    <w:rsid w:val="00BA1A2B"/>
    <w:rsid w:val="00BA36CE"/>
    <w:rsid w:val="00BA3806"/>
    <w:rsid w:val="00BA5BAA"/>
    <w:rsid w:val="00BA7E56"/>
    <w:rsid w:val="00BB001F"/>
    <w:rsid w:val="00BB1639"/>
    <w:rsid w:val="00BB32EE"/>
    <w:rsid w:val="00BC2CD3"/>
    <w:rsid w:val="00BC39C6"/>
    <w:rsid w:val="00BC58E0"/>
    <w:rsid w:val="00BC70F9"/>
    <w:rsid w:val="00BC71A1"/>
    <w:rsid w:val="00BD02B7"/>
    <w:rsid w:val="00BD4FFC"/>
    <w:rsid w:val="00BD539A"/>
    <w:rsid w:val="00BD6FCE"/>
    <w:rsid w:val="00BD703F"/>
    <w:rsid w:val="00BD7520"/>
    <w:rsid w:val="00BD7C5E"/>
    <w:rsid w:val="00BE1C98"/>
    <w:rsid w:val="00BE43CA"/>
    <w:rsid w:val="00BE613B"/>
    <w:rsid w:val="00BF0229"/>
    <w:rsid w:val="00BF0B6D"/>
    <w:rsid w:val="00BF2B94"/>
    <w:rsid w:val="00BF3DD1"/>
    <w:rsid w:val="00C06816"/>
    <w:rsid w:val="00C06B70"/>
    <w:rsid w:val="00C118DC"/>
    <w:rsid w:val="00C158D7"/>
    <w:rsid w:val="00C15E01"/>
    <w:rsid w:val="00C17059"/>
    <w:rsid w:val="00C21D9A"/>
    <w:rsid w:val="00C22E90"/>
    <w:rsid w:val="00C238AB"/>
    <w:rsid w:val="00C31184"/>
    <w:rsid w:val="00C3383D"/>
    <w:rsid w:val="00C3484C"/>
    <w:rsid w:val="00C35D7C"/>
    <w:rsid w:val="00C3785F"/>
    <w:rsid w:val="00C43657"/>
    <w:rsid w:val="00C4515F"/>
    <w:rsid w:val="00C46EDB"/>
    <w:rsid w:val="00C55934"/>
    <w:rsid w:val="00C57B15"/>
    <w:rsid w:val="00C60077"/>
    <w:rsid w:val="00C6431F"/>
    <w:rsid w:val="00C66378"/>
    <w:rsid w:val="00C717FD"/>
    <w:rsid w:val="00C72651"/>
    <w:rsid w:val="00C72701"/>
    <w:rsid w:val="00C732BC"/>
    <w:rsid w:val="00C83ECA"/>
    <w:rsid w:val="00C84AB8"/>
    <w:rsid w:val="00C84F85"/>
    <w:rsid w:val="00C85C72"/>
    <w:rsid w:val="00C90436"/>
    <w:rsid w:val="00C92A5E"/>
    <w:rsid w:val="00C9727A"/>
    <w:rsid w:val="00CA1A75"/>
    <w:rsid w:val="00CA222C"/>
    <w:rsid w:val="00CA26FE"/>
    <w:rsid w:val="00CA3291"/>
    <w:rsid w:val="00CA35C2"/>
    <w:rsid w:val="00CA40B9"/>
    <w:rsid w:val="00CA66B3"/>
    <w:rsid w:val="00CB0246"/>
    <w:rsid w:val="00CB2F47"/>
    <w:rsid w:val="00CB61A8"/>
    <w:rsid w:val="00CB7EBA"/>
    <w:rsid w:val="00CC1249"/>
    <w:rsid w:val="00CC16D3"/>
    <w:rsid w:val="00CC51C7"/>
    <w:rsid w:val="00CC526C"/>
    <w:rsid w:val="00CC61C8"/>
    <w:rsid w:val="00CC6815"/>
    <w:rsid w:val="00CD1703"/>
    <w:rsid w:val="00CD6202"/>
    <w:rsid w:val="00CE0DE3"/>
    <w:rsid w:val="00CE0FF2"/>
    <w:rsid w:val="00CE186E"/>
    <w:rsid w:val="00CE1E36"/>
    <w:rsid w:val="00CE38DD"/>
    <w:rsid w:val="00CE4FAF"/>
    <w:rsid w:val="00CE5EEF"/>
    <w:rsid w:val="00CE79F2"/>
    <w:rsid w:val="00CF05E2"/>
    <w:rsid w:val="00CF2026"/>
    <w:rsid w:val="00CF381E"/>
    <w:rsid w:val="00CF3CCF"/>
    <w:rsid w:val="00CF6F99"/>
    <w:rsid w:val="00CF7446"/>
    <w:rsid w:val="00D02C18"/>
    <w:rsid w:val="00D05944"/>
    <w:rsid w:val="00D1087B"/>
    <w:rsid w:val="00D122E6"/>
    <w:rsid w:val="00D13B1A"/>
    <w:rsid w:val="00D217DC"/>
    <w:rsid w:val="00D23267"/>
    <w:rsid w:val="00D2329A"/>
    <w:rsid w:val="00D23A2A"/>
    <w:rsid w:val="00D24386"/>
    <w:rsid w:val="00D24C37"/>
    <w:rsid w:val="00D24D33"/>
    <w:rsid w:val="00D24F6F"/>
    <w:rsid w:val="00D26D09"/>
    <w:rsid w:val="00D277B1"/>
    <w:rsid w:val="00D36DA8"/>
    <w:rsid w:val="00D3708E"/>
    <w:rsid w:val="00D37E7E"/>
    <w:rsid w:val="00D405C5"/>
    <w:rsid w:val="00D4127C"/>
    <w:rsid w:val="00D4161C"/>
    <w:rsid w:val="00D434C3"/>
    <w:rsid w:val="00D43EE9"/>
    <w:rsid w:val="00D441CC"/>
    <w:rsid w:val="00D44BA9"/>
    <w:rsid w:val="00D47B43"/>
    <w:rsid w:val="00D52896"/>
    <w:rsid w:val="00D5327C"/>
    <w:rsid w:val="00D55A2F"/>
    <w:rsid w:val="00D56AE0"/>
    <w:rsid w:val="00D56F59"/>
    <w:rsid w:val="00D5754F"/>
    <w:rsid w:val="00D63C14"/>
    <w:rsid w:val="00D671A9"/>
    <w:rsid w:val="00D70784"/>
    <w:rsid w:val="00D72748"/>
    <w:rsid w:val="00D76776"/>
    <w:rsid w:val="00D83496"/>
    <w:rsid w:val="00D84735"/>
    <w:rsid w:val="00D865ED"/>
    <w:rsid w:val="00D91D96"/>
    <w:rsid w:val="00DA3F84"/>
    <w:rsid w:val="00DA5322"/>
    <w:rsid w:val="00DA7829"/>
    <w:rsid w:val="00DB1008"/>
    <w:rsid w:val="00DC32CC"/>
    <w:rsid w:val="00DC480D"/>
    <w:rsid w:val="00DC54B5"/>
    <w:rsid w:val="00DC7427"/>
    <w:rsid w:val="00DD2B21"/>
    <w:rsid w:val="00DD32AC"/>
    <w:rsid w:val="00DD3413"/>
    <w:rsid w:val="00DD3D4A"/>
    <w:rsid w:val="00DD4A31"/>
    <w:rsid w:val="00DD75EB"/>
    <w:rsid w:val="00DE3438"/>
    <w:rsid w:val="00DE3AFD"/>
    <w:rsid w:val="00DE3C5C"/>
    <w:rsid w:val="00DE5438"/>
    <w:rsid w:val="00DE565D"/>
    <w:rsid w:val="00DF2FC6"/>
    <w:rsid w:val="00DF7A89"/>
    <w:rsid w:val="00E038EA"/>
    <w:rsid w:val="00E0516D"/>
    <w:rsid w:val="00E057C8"/>
    <w:rsid w:val="00E05D51"/>
    <w:rsid w:val="00E104D4"/>
    <w:rsid w:val="00E11EF3"/>
    <w:rsid w:val="00E16031"/>
    <w:rsid w:val="00E16135"/>
    <w:rsid w:val="00E1660F"/>
    <w:rsid w:val="00E17CA8"/>
    <w:rsid w:val="00E212CE"/>
    <w:rsid w:val="00E21F67"/>
    <w:rsid w:val="00E252BF"/>
    <w:rsid w:val="00E25A2D"/>
    <w:rsid w:val="00E26BFC"/>
    <w:rsid w:val="00E27218"/>
    <w:rsid w:val="00E30889"/>
    <w:rsid w:val="00E30AA3"/>
    <w:rsid w:val="00E34F5C"/>
    <w:rsid w:val="00E357B6"/>
    <w:rsid w:val="00E35A26"/>
    <w:rsid w:val="00E367E8"/>
    <w:rsid w:val="00E36ABC"/>
    <w:rsid w:val="00E37317"/>
    <w:rsid w:val="00E37437"/>
    <w:rsid w:val="00E4067A"/>
    <w:rsid w:val="00E41A1F"/>
    <w:rsid w:val="00E426F5"/>
    <w:rsid w:val="00E441A0"/>
    <w:rsid w:val="00E44657"/>
    <w:rsid w:val="00E45BD8"/>
    <w:rsid w:val="00E47E30"/>
    <w:rsid w:val="00E50D45"/>
    <w:rsid w:val="00E51B4D"/>
    <w:rsid w:val="00E55880"/>
    <w:rsid w:val="00E61588"/>
    <w:rsid w:val="00E62FE2"/>
    <w:rsid w:val="00E71E5A"/>
    <w:rsid w:val="00E77526"/>
    <w:rsid w:val="00E8047F"/>
    <w:rsid w:val="00E8153E"/>
    <w:rsid w:val="00E83517"/>
    <w:rsid w:val="00E861AE"/>
    <w:rsid w:val="00E87DB9"/>
    <w:rsid w:val="00E93C06"/>
    <w:rsid w:val="00E93CCB"/>
    <w:rsid w:val="00E94186"/>
    <w:rsid w:val="00E94E38"/>
    <w:rsid w:val="00EA44A9"/>
    <w:rsid w:val="00EA567E"/>
    <w:rsid w:val="00EA6B16"/>
    <w:rsid w:val="00EA750E"/>
    <w:rsid w:val="00EB227D"/>
    <w:rsid w:val="00EB3173"/>
    <w:rsid w:val="00EB6092"/>
    <w:rsid w:val="00EB6CFE"/>
    <w:rsid w:val="00EC09DB"/>
    <w:rsid w:val="00EC646A"/>
    <w:rsid w:val="00EC773D"/>
    <w:rsid w:val="00ED19A8"/>
    <w:rsid w:val="00ED3D2A"/>
    <w:rsid w:val="00EE0624"/>
    <w:rsid w:val="00EE12C4"/>
    <w:rsid w:val="00EE18EF"/>
    <w:rsid w:val="00EE6F9B"/>
    <w:rsid w:val="00EF025C"/>
    <w:rsid w:val="00EF12D0"/>
    <w:rsid w:val="00EF1B75"/>
    <w:rsid w:val="00EF3E11"/>
    <w:rsid w:val="00EF45D5"/>
    <w:rsid w:val="00EF5F33"/>
    <w:rsid w:val="00EF5FA2"/>
    <w:rsid w:val="00EF6150"/>
    <w:rsid w:val="00EF6D39"/>
    <w:rsid w:val="00EF7494"/>
    <w:rsid w:val="00EF7802"/>
    <w:rsid w:val="00EF7872"/>
    <w:rsid w:val="00F024F8"/>
    <w:rsid w:val="00F15470"/>
    <w:rsid w:val="00F15843"/>
    <w:rsid w:val="00F1661D"/>
    <w:rsid w:val="00F16A10"/>
    <w:rsid w:val="00F1733A"/>
    <w:rsid w:val="00F21299"/>
    <w:rsid w:val="00F26479"/>
    <w:rsid w:val="00F276DE"/>
    <w:rsid w:val="00F301EE"/>
    <w:rsid w:val="00F30F4B"/>
    <w:rsid w:val="00F33796"/>
    <w:rsid w:val="00F423D1"/>
    <w:rsid w:val="00F43AC2"/>
    <w:rsid w:val="00F4519E"/>
    <w:rsid w:val="00F451F0"/>
    <w:rsid w:val="00F459FD"/>
    <w:rsid w:val="00F500B2"/>
    <w:rsid w:val="00F51A21"/>
    <w:rsid w:val="00F52875"/>
    <w:rsid w:val="00F56F22"/>
    <w:rsid w:val="00F608CC"/>
    <w:rsid w:val="00F608D8"/>
    <w:rsid w:val="00F612DA"/>
    <w:rsid w:val="00F63982"/>
    <w:rsid w:val="00F66C55"/>
    <w:rsid w:val="00F67E27"/>
    <w:rsid w:val="00F72BB8"/>
    <w:rsid w:val="00F741CF"/>
    <w:rsid w:val="00F768EB"/>
    <w:rsid w:val="00F81ABA"/>
    <w:rsid w:val="00F81F9F"/>
    <w:rsid w:val="00F82250"/>
    <w:rsid w:val="00F82FF3"/>
    <w:rsid w:val="00F851F4"/>
    <w:rsid w:val="00F874D7"/>
    <w:rsid w:val="00F87F18"/>
    <w:rsid w:val="00F95FFC"/>
    <w:rsid w:val="00F96335"/>
    <w:rsid w:val="00FA0459"/>
    <w:rsid w:val="00FA0F53"/>
    <w:rsid w:val="00FA2487"/>
    <w:rsid w:val="00FA4D95"/>
    <w:rsid w:val="00FA520B"/>
    <w:rsid w:val="00FA7982"/>
    <w:rsid w:val="00FB16DD"/>
    <w:rsid w:val="00FB31B7"/>
    <w:rsid w:val="00FB4C41"/>
    <w:rsid w:val="00FB6955"/>
    <w:rsid w:val="00FB7FDE"/>
    <w:rsid w:val="00FC1439"/>
    <w:rsid w:val="00FC59C1"/>
    <w:rsid w:val="00FC7501"/>
    <w:rsid w:val="00FD12BB"/>
    <w:rsid w:val="00FD3ECA"/>
    <w:rsid w:val="00FD4F75"/>
    <w:rsid w:val="00FD542C"/>
    <w:rsid w:val="00FD57FC"/>
    <w:rsid w:val="00FE53E2"/>
    <w:rsid w:val="00FE543B"/>
    <w:rsid w:val="00FE5A46"/>
    <w:rsid w:val="00FE7C22"/>
    <w:rsid w:val="00FF2EC1"/>
    <w:rsid w:val="00FF43D3"/>
    <w:rsid w:val="00FF49F5"/>
    <w:rsid w:val="00FF6087"/>
    <w:rsid w:val="00FF63AA"/>
    <w:rsid w:val="00FF7A23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83A2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83A23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Normal"/>
    <w:uiPriority w:val="99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0">
    <w:name w:val="xl150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Normal"/>
    <w:uiPriority w:val="99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Normal"/>
    <w:uiPriority w:val="99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Normal"/>
    <w:uiPriority w:val="99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Normal"/>
    <w:uiPriority w:val="99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Normal"/>
    <w:uiPriority w:val="99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Normal"/>
    <w:uiPriority w:val="99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Normal"/>
    <w:uiPriority w:val="99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Normal"/>
    <w:uiPriority w:val="99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Normal"/>
    <w:uiPriority w:val="99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Normal"/>
    <w:uiPriority w:val="99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Normal"/>
    <w:uiPriority w:val="99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83A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83A2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83A23"/>
    <w:rPr>
      <w:rFonts w:cs="Times New Roman"/>
    </w:rPr>
  </w:style>
  <w:style w:type="paragraph" w:customStyle="1" w:styleId="xl64">
    <w:name w:val="xl64"/>
    <w:basedOn w:val="Normal"/>
    <w:uiPriority w:val="99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Normal"/>
    <w:uiPriority w:val="99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EF6150"/>
    <w:pPr>
      <w:spacing w:after="0" w:line="240" w:lineRule="auto"/>
    </w:pPr>
    <w:rPr>
      <w:rFonts w:ascii="Times New Roman" w:hAnsi="Times New Roman"/>
      <w:i/>
      <w:sz w:val="32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4A49"/>
    <w:rPr>
      <w:rFonts w:cs="Times New Roman"/>
      <w:lang w:eastAsia="en-US"/>
    </w:rPr>
  </w:style>
  <w:style w:type="paragraph" w:customStyle="1" w:styleId="1">
    <w:name w:val="Ñòèëü1"/>
    <w:basedOn w:val="Normal"/>
    <w:uiPriority w:val="99"/>
    <w:rsid w:val="00EF6150"/>
    <w:pPr>
      <w:spacing w:after="0" w:line="288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10">
    <w:name w:val="Основной текст + 10"/>
    <w:aliases w:val="5 pt2"/>
    <w:uiPriority w:val="99"/>
    <w:rsid w:val="005E0D1E"/>
    <w:rPr>
      <w:rFonts w:ascii="Times New Roman" w:hAnsi="Times New Roman"/>
      <w:color w:val="000000"/>
      <w:spacing w:val="10"/>
      <w:w w:val="100"/>
      <w:position w:val="0"/>
      <w:sz w:val="21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7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26</Pages>
  <Words>6721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gela.gerasimova</dc:creator>
  <cp:keywords/>
  <dc:description/>
  <cp:lastModifiedBy>inf</cp:lastModifiedBy>
  <cp:revision>44</cp:revision>
  <cp:lastPrinted>2016-10-21T10:13:00Z</cp:lastPrinted>
  <dcterms:created xsi:type="dcterms:W3CDTF">2018-02-22T05:25:00Z</dcterms:created>
  <dcterms:modified xsi:type="dcterms:W3CDTF">2018-02-22T07:21:00Z</dcterms:modified>
</cp:coreProperties>
</file>